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FBCC2" w14:textId="77777777" w:rsidR="00342AAA" w:rsidRDefault="00375F65" w:rsidP="00EB7E16">
      <w:pPr>
        <w:spacing w:line="240" w:lineRule="atLeast"/>
        <w:rPr>
          <w:b/>
          <w:sz w:val="28"/>
          <w:szCs w:val="28"/>
        </w:rPr>
      </w:pPr>
      <w:r w:rsidRPr="00375F65">
        <w:rPr>
          <w:b/>
          <w:sz w:val="28"/>
          <w:szCs w:val="28"/>
        </w:rPr>
        <w:t>MEMO</w:t>
      </w:r>
    </w:p>
    <w:p w14:paraId="3BF9291B" w14:textId="77777777" w:rsidR="00375F65" w:rsidRDefault="00375F65" w:rsidP="00EB7E16">
      <w:pPr>
        <w:spacing w:line="240" w:lineRule="atLeas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7662"/>
      </w:tblGrid>
      <w:tr w:rsidR="00E327E9" w14:paraId="4F4A0405" w14:textId="77777777" w:rsidTr="00C50627">
        <w:tc>
          <w:tcPr>
            <w:tcW w:w="1548" w:type="dxa"/>
          </w:tcPr>
          <w:p w14:paraId="60AAC759" w14:textId="77777777" w:rsidR="00E327E9" w:rsidRPr="00C50627" w:rsidRDefault="00E327E9" w:rsidP="00EB7E16">
            <w:pPr>
              <w:spacing w:line="240" w:lineRule="atLeast"/>
              <w:rPr>
                <w:b/>
              </w:rPr>
            </w:pPr>
            <w:r w:rsidRPr="00C50627">
              <w:rPr>
                <w:b/>
              </w:rPr>
              <w:t>Onderwerp</w:t>
            </w:r>
          </w:p>
        </w:tc>
        <w:tc>
          <w:tcPr>
            <w:tcW w:w="7662" w:type="dxa"/>
          </w:tcPr>
          <w:p w14:paraId="12AE99AC" w14:textId="12DC3F64" w:rsidR="00E327E9" w:rsidRPr="00C50627" w:rsidRDefault="007F12AE" w:rsidP="00EB7E16">
            <w:pPr>
              <w:spacing w:line="240" w:lineRule="atLeast"/>
              <w:rPr>
                <w:b/>
              </w:rPr>
            </w:pPr>
            <w:r>
              <w:rPr>
                <w:b/>
              </w:rPr>
              <w:t xml:space="preserve">Oplevering IMKL </w:t>
            </w:r>
            <w:r w:rsidR="00416DD8">
              <w:rPr>
                <w:b/>
              </w:rPr>
              <w:t>consultatieversie</w:t>
            </w:r>
          </w:p>
        </w:tc>
      </w:tr>
      <w:tr w:rsidR="00E327E9" w14:paraId="398BF8CD" w14:textId="77777777" w:rsidTr="00C50627">
        <w:tc>
          <w:tcPr>
            <w:tcW w:w="1548" w:type="dxa"/>
          </w:tcPr>
          <w:p w14:paraId="658917EB" w14:textId="77777777" w:rsidR="00E327E9" w:rsidRPr="00C50627" w:rsidRDefault="00E327E9" w:rsidP="00EB7E16">
            <w:pPr>
              <w:spacing w:line="240" w:lineRule="atLeast"/>
              <w:rPr>
                <w:b/>
              </w:rPr>
            </w:pPr>
            <w:r w:rsidRPr="00C50627">
              <w:rPr>
                <w:b/>
              </w:rPr>
              <w:t>Aan</w:t>
            </w:r>
          </w:p>
        </w:tc>
        <w:tc>
          <w:tcPr>
            <w:tcW w:w="7662" w:type="dxa"/>
          </w:tcPr>
          <w:p w14:paraId="576785FC" w14:textId="42D05661" w:rsidR="00E327E9" w:rsidRPr="00C50627" w:rsidRDefault="00416DD8" w:rsidP="00EB7E16">
            <w:pPr>
              <w:spacing w:line="240" w:lineRule="atLeast"/>
              <w:rPr>
                <w:b/>
              </w:rPr>
            </w:pPr>
            <w:r>
              <w:rPr>
                <w:b/>
              </w:rPr>
              <w:t>Extern</w:t>
            </w:r>
          </w:p>
        </w:tc>
      </w:tr>
      <w:tr w:rsidR="00E327E9" w14:paraId="322EC7B8" w14:textId="77777777" w:rsidTr="00C50627">
        <w:tc>
          <w:tcPr>
            <w:tcW w:w="1548" w:type="dxa"/>
          </w:tcPr>
          <w:p w14:paraId="49D4ABA9" w14:textId="77777777" w:rsidR="00E327E9" w:rsidRPr="00C50627" w:rsidRDefault="00E327E9" w:rsidP="00EB7E16">
            <w:pPr>
              <w:spacing w:line="240" w:lineRule="atLeast"/>
              <w:rPr>
                <w:b/>
              </w:rPr>
            </w:pPr>
            <w:r w:rsidRPr="00C50627">
              <w:rPr>
                <w:b/>
              </w:rPr>
              <w:t>Van</w:t>
            </w:r>
          </w:p>
        </w:tc>
        <w:tc>
          <w:tcPr>
            <w:tcW w:w="7662" w:type="dxa"/>
          </w:tcPr>
          <w:p w14:paraId="7ECA4E67" w14:textId="62955472" w:rsidR="00E327E9" w:rsidRPr="00C50627" w:rsidRDefault="00F50EE4" w:rsidP="00EB7E16">
            <w:pPr>
              <w:spacing w:line="240" w:lineRule="atLeast"/>
              <w:rPr>
                <w:b/>
              </w:rPr>
            </w:pPr>
            <w:r>
              <w:rPr>
                <w:b/>
              </w:rPr>
              <w:t>Paul Janssen</w:t>
            </w:r>
          </w:p>
        </w:tc>
      </w:tr>
      <w:tr w:rsidR="00E327E9" w14:paraId="7C277F45" w14:textId="77777777" w:rsidTr="00C50627">
        <w:tc>
          <w:tcPr>
            <w:tcW w:w="1548" w:type="dxa"/>
          </w:tcPr>
          <w:p w14:paraId="47B0B2E3" w14:textId="77777777" w:rsidR="00E327E9" w:rsidRPr="00C50627" w:rsidRDefault="00E327E9" w:rsidP="00EB7E16">
            <w:pPr>
              <w:spacing w:line="240" w:lineRule="atLeast"/>
              <w:rPr>
                <w:b/>
              </w:rPr>
            </w:pPr>
            <w:r w:rsidRPr="00C50627">
              <w:rPr>
                <w:b/>
              </w:rPr>
              <w:t>Datum</w:t>
            </w:r>
          </w:p>
        </w:tc>
        <w:tc>
          <w:tcPr>
            <w:tcW w:w="7662" w:type="dxa"/>
          </w:tcPr>
          <w:p w14:paraId="60CB8E85" w14:textId="610A2742" w:rsidR="00E327E9" w:rsidRPr="00C50627" w:rsidRDefault="00416DD8" w:rsidP="00EB7E16">
            <w:pPr>
              <w:spacing w:line="240" w:lineRule="atLeast"/>
              <w:rPr>
                <w:b/>
              </w:rPr>
            </w:pPr>
            <w:r>
              <w:rPr>
                <w:b/>
              </w:rPr>
              <w:t>9</w:t>
            </w:r>
            <w:r w:rsidR="00F50EE4">
              <w:rPr>
                <w:b/>
              </w:rPr>
              <w:t>-0</w:t>
            </w:r>
            <w:r>
              <w:rPr>
                <w:b/>
              </w:rPr>
              <w:t>7</w:t>
            </w:r>
            <w:r w:rsidR="00F50EE4">
              <w:rPr>
                <w:b/>
              </w:rPr>
              <w:t>-2020</w:t>
            </w:r>
          </w:p>
        </w:tc>
      </w:tr>
      <w:tr w:rsidR="00E327E9" w14:paraId="313BCC01" w14:textId="77777777" w:rsidTr="00C50627">
        <w:tc>
          <w:tcPr>
            <w:tcW w:w="1548" w:type="dxa"/>
          </w:tcPr>
          <w:p w14:paraId="124A7D0B" w14:textId="77777777" w:rsidR="00E327E9" w:rsidRPr="00C50627" w:rsidRDefault="00E327E9" w:rsidP="00EB7E16">
            <w:pPr>
              <w:spacing w:line="240" w:lineRule="atLeast"/>
              <w:rPr>
                <w:b/>
              </w:rPr>
            </w:pPr>
            <w:r w:rsidRPr="00C50627">
              <w:rPr>
                <w:b/>
              </w:rPr>
              <w:t>Status</w:t>
            </w:r>
          </w:p>
        </w:tc>
        <w:tc>
          <w:tcPr>
            <w:tcW w:w="7662" w:type="dxa"/>
          </w:tcPr>
          <w:p w14:paraId="4EABD5F4" w14:textId="4D9E8DA6" w:rsidR="00E327E9" w:rsidRPr="00C50627" w:rsidRDefault="00416DD8" w:rsidP="00EB7E16">
            <w:pPr>
              <w:spacing w:line="240" w:lineRule="atLeast"/>
              <w:rPr>
                <w:b/>
              </w:rPr>
            </w:pPr>
            <w:r>
              <w:rPr>
                <w:b/>
              </w:rPr>
              <w:t>Consultatieversie</w:t>
            </w:r>
          </w:p>
        </w:tc>
      </w:tr>
    </w:tbl>
    <w:p w14:paraId="5E0E1E73" w14:textId="77777777" w:rsidR="00375F65" w:rsidRDefault="00375F65" w:rsidP="00EB7E16">
      <w:pPr>
        <w:pBdr>
          <w:bottom w:val="single" w:sz="6" w:space="1" w:color="auto"/>
        </w:pBdr>
        <w:spacing w:line="240" w:lineRule="atLeast"/>
      </w:pPr>
    </w:p>
    <w:p w14:paraId="5EB304AE" w14:textId="62CE295B" w:rsidR="0001225F" w:rsidRDefault="0001225F" w:rsidP="00EB7E16">
      <w:pPr>
        <w:spacing w:line="240" w:lineRule="atLeast"/>
      </w:pPr>
    </w:p>
    <w:p w14:paraId="1A157B3A" w14:textId="551ADB61" w:rsidR="00054C4C" w:rsidRDefault="00054C4C" w:rsidP="00EB7E16">
      <w:pPr>
        <w:spacing w:line="240" w:lineRule="atLeast"/>
      </w:pPr>
      <w:r>
        <w:t xml:space="preserve">De volgende documenten of bronnen zijn onderdeel van de </w:t>
      </w:r>
      <w:r w:rsidR="00416DD8">
        <w:t>consultatieversie</w:t>
      </w:r>
      <w:r>
        <w:t xml:space="preserve"> van IMKL</w:t>
      </w:r>
      <w:r w:rsidR="00EB6621">
        <w:t xml:space="preserve">, </w:t>
      </w:r>
      <w:r>
        <w:t xml:space="preserve">PMKL </w:t>
      </w:r>
      <w:r w:rsidR="00EB6621">
        <w:t xml:space="preserve">en BMKL, </w:t>
      </w:r>
      <w:r>
        <w:t>versie 2.0 io.</w:t>
      </w:r>
    </w:p>
    <w:p w14:paraId="68F855F2" w14:textId="3F068CA3" w:rsidR="00054C4C" w:rsidRDefault="00054C4C" w:rsidP="00EB7E16">
      <w:pPr>
        <w:spacing w:line="240" w:lineRule="atLeast"/>
      </w:pPr>
      <w:r>
        <w:t xml:space="preserve">Oplevering betreft de </w:t>
      </w:r>
      <w:r w:rsidR="00416DD8">
        <w:t>versie voor publieke consultatie</w:t>
      </w:r>
      <w:r>
        <w:t>.</w:t>
      </w:r>
    </w:p>
    <w:p w14:paraId="0B25EC19" w14:textId="05AF5362" w:rsidR="00054C4C" w:rsidRDefault="00054C4C" w:rsidP="00EB7E16">
      <w:pPr>
        <w:spacing w:line="240" w:lineRule="atLeast"/>
      </w:pPr>
      <w:r>
        <w:t xml:space="preserve">Opleverdatum </w:t>
      </w:r>
      <w:r w:rsidR="00416DD8">
        <w:t>9</w:t>
      </w:r>
      <w:r>
        <w:t>-j</w:t>
      </w:r>
      <w:r w:rsidR="00416DD8">
        <w:t>uli</w:t>
      </w:r>
      <w:r>
        <w:t>-2020.</w:t>
      </w:r>
    </w:p>
    <w:p w14:paraId="6A43ABF3" w14:textId="412884C2" w:rsidR="00054C4C" w:rsidRDefault="00054C4C" w:rsidP="00EB7E16">
      <w:pPr>
        <w:spacing w:line="240" w:lineRule="atLeast"/>
      </w:pPr>
    </w:p>
    <w:p w14:paraId="00FE0B83" w14:textId="549EBBEC" w:rsidR="00A96A82" w:rsidRDefault="00A96A82" w:rsidP="00EB7E16">
      <w:pPr>
        <w:spacing w:line="240" w:lineRule="atLeast"/>
      </w:pPr>
      <w:r>
        <w:t>In de tabel is bij elk document de specifieke link opgenomen.</w:t>
      </w:r>
    </w:p>
    <w:p w14:paraId="689C2B97" w14:textId="27F6EF39" w:rsidR="00F50EE4" w:rsidRDefault="00F50EE4" w:rsidP="00EB7E16">
      <w:pPr>
        <w:spacing w:line="240" w:lineRule="atLeast"/>
        <w:rPr>
          <w:color w:val="0070C0"/>
        </w:rPr>
      </w:pPr>
      <w:r>
        <w:t xml:space="preserve">Github zal in een aantal gevallen niet direct het document downloaden. Voor de download klik dan op Download of </w:t>
      </w:r>
      <w:r w:rsidRPr="00F50EE4">
        <w:rPr>
          <w:color w:val="0070C0"/>
        </w:rPr>
        <w:t>View raw</w:t>
      </w:r>
      <w:r w:rsidR="00EB6621">
        <w:rPr>
          <w:color w:val="0070C0"/>
        </w:rPr>
        <w:t>.</w:t>
      </w:r>
    </w:p>
    <w:p w14:paraId="4744220B" w14:textId="1BDACCA6" w:rsidR="00EB6621" w:rsidRDefault="00EB6621" w:rsidP="00EB7E16">
      <w:pPr>
        <w:spacing w:line="240" w:lineRule="atLeast"/>
        <w:rPr>
          <w:color w:val="0070C0"/>
        </w:rPr>
      </w:pPr>
    </w:p>
    <w:p w14:paraId="33E9CF2D" w14:textId="6E3B852E" w:rsidR="00EB6621" w:rsidRDefault="00EB6621" w:rsidP="00EB7E16">
      <w:pPr>
        <w:spacing w:line="240" w:lineRule="atLeast"/>
      </w:pPr>
      <w:r>
        <w:t>Voor het registreren van de veranderingen t.o.v. de 1.2 versie zijn changelogs opgenomen. De issues waaraan gerefereerd wordt zijn te vinden op:</w:t>
      </w:r>
    </w:p>
    <w:p w14:paraId="7DC9BA22" w14:textId="4FB44096" w:rsidR="00EB6621" w:rsidRDefault="00EB6621" w:rsidP="00EB7E16">
      <w:pPr>
        <w:spacing w:line="240" w:lineRule="atLeast"/>
      </w:pPr>
      <w:r>
        <w:t xml:space="preserve">Voor IMKL: </w:t>
      </w:r>
      <w:hyperlink r:id="rId7" w:history="1">
        <w:r>
          <w:rPr>
            <w:rStyle w:val="Hyperlink"/>
          </w:rPr>
          <w:t>https://github.com/Geonovum/imkl2015-review/issues</w:t>
        </w:r>
      </w:hyperlink>
    </w:p>
    <w:p w14:paraId="511E948E" w14:textId="3796EAC2" w:rsidR="00EB6621" w:rsidRDefault="00EB6621" w:rsidP="00EB7E16">
      <w:pPr>
        <w:spacing w:line="240" w:lineRule="atLeast"/>
      </w:pPr>
      <w:r>
        <w:t xml:space="preserve">Voor BMKL: </w:t>
      </w:r>
      <w:hyperlink r:id="rId8" w:history="1">
        <w:r>
          <w:rPr>
            <w:rStyle w:val="Hyperlink"/>
          </w:rPr>
          <w:t>https://github.com/kadaster/klic-win/issues</w:t>
        </w:r>
      </w:hyperlink>
    </w:p>
    <w:p w14:paraId="45103CA3" w14:textId="77777777" w:rsidR="00A96A82" w:rsidRDefault="00A96A82" w:rsidP="00EB7E16">
      <w:pPr>
        <w:spacing w:line="240" w:lineRule="atLeast"/>
      </w:pPr>
    </w:p>
    <w:tbl>
      <w:tblPr>
        <w:tblStyle w:val="Tabelraster"/>
        <w:tblW w:w="9349" w:type="dxa"/>
        <w:tblLook w:val="04A0" w:firstRow="1" w:lastRow="0" w:firstColumn="1" w:lastColumn="0" w:noHBand="0" w:noVBand="1"/>
      </w:tblPr>
      <w:tblGrid>
        <w:gridCol w:w="5353"/>
        <w:gridCol w:w="3260"/>
        <w:gridCol w:w="426"/>
        <w:gridCol w:w="310"/>
      </w:tblGrid>
      <w:tr w:rsidR="00054C4C" w14:paraId="2FAF7571" w14:textId="77777777" w:rsidTr="00581FB7">
        <w:tc>
          <w:tcPr>
            <w:tcW w:w="5353" w:type="dxa"/>
          </w:tcPr>
          <w:p w14:paraId="4908BAFE" w14:textId="0BF5DEC3" w:rsidR="00054C4C" w:rsidRPr="007F12AE" w:rsidRDefault="00F50EE4" w:rsidP="00EB7E16">
            <w:pPr>
              <w:spacing w:line="240" w:lineRule="atLeast"/>
              <w:rPr>
                <w:b/>
                <w:bCs/>
              </w:rPr>
            </w:pPr>
            <w:r w:rsidRPr="007F12AE">
              <w:rPr>
                <w:b/>
                <w:bCs/>
              </w:rPr>
              <w:t>Opgeleverd</w:t>
            </w:r>
          </w:p>
        </w:tc>
        <w:tc>
          <w:tcPr>
            <w:tcW w:w="3260" w:type="dxa"/>
          </w:tcPr>
          <w:p w14:paraId="6EFA7E0F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426" w:type="dxa"/>
          </w:tcPr>
          <w:p w14:paraId="1AC2F2D9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43EB29CD" w14:textId="77777777" w:rsidR="00054C4C" w:rsidRDefault="00054C4C" w:rsidP="00EB7E16">
            <w:pPr>
              <w:spacing w:line="240" w:lineRule="atLeast"/>
            </w:pPr>
          </w:p>
        </w:tc>
      </w:tr>
      <w:tr w:rsidR="00054C4C" w14:paraId="34CFA168" w14:textId="77777777" w:rsidTr="00581FB7">
        <w:tc>
          <w:tcPr>
            <w:tcW w:w="5353" w:type="dxa"/>
          </w:tcPr>
          <w:p w14:paraId="79392CF7" w14:textId="46D8DE09" w:rsidR="00054C4C" w:rsidRDefault="00412D86" w:rsidP="00EB7E16">
            <w:pPr>
              <w:spacing w:line="240" w:lineRule="atLeast"/>
            </w:pPr>
            <w:hyperlink r:id="rId9" w:history="1">
              <w:r w:rsidR="002F24B8" w:rsidRPr="002F24B8">
                <w:rPr>
                  <w:rStyle w:val="Hyperlink"/>
                </w:rPr>
                <w:t>1a. IMKL-Dataspecificatie-2.0cons.</w:t>
              </w:r>
              <w:r w:rsidR="00ED1622">
                <w:rPr>
                  <w:rStyle w:val="Hyperlink"/>
                </w:rPr>
                <w:t>pdf</w:t>
              </w:r>
            </w:hyperlink>
          </w:p>
        </w:tc>
        <w:tc>
          <w:tcPr>
            <w:tcW w:w="3260" w:type="dxa"/>
          </w:tcPr>
          <w:p w14:paraId="217EF36C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426" w:type="dxa"/>
          </w:tcPr>
          <w:p w14:paraId="1E4D3B19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13E0DECA" w14:textId="77777777" w:rsidR="00054C4C" w:rsidRDefault="00054C4C" w:rsidP="00EB7E16">
            <w:pPr>
              <w:spacing w:line="240" w:lineRule="atLeast"/>
            </w:pPr>
          </w:p>
        </w:tc>
      </w:tr>
      <w:tr w:rsidR="00054C4C" w14:paraId="2D58797F" w14:textId="77777777" w:rsidTr="00581FB7">
        <w:tc>
          <w:tcPr>
            <w:tcW w:w="5353" w:type="dxa"/>
          </w:tcPr>
          <w:p w14:paraId="1C6FEB33" w14:textId="46570F5C" w:rsidR="00054C4C" w:rsidRDefault="00412D86" w:rsidP="00EB7E16">
            <w:pPr>
              <w:spacing w:line="240" w:lineRule="atLeast"/>
            </w:pPr>
            <w:hyperlink r:id="rId10" w:history="1">
              <w:r w:rsidR="002F24B8" w:rsidRPr="002F24B8">
                <w:rPr>
                  <w:rStyle w:val="Hyperlink"/>
                </w:rPr>
                <w:t>1b. IMKL-Dataspecificatie-changelog.xlsx</w:t>
              </w:r>
            </w:hyperlink>
          </w:p>
        </w:tc>
        <w:tc>
          <w:tcPr>
            <w:tcW w:w="3260" w:type="dxa"/>
          </w:tcPr>
          <w:p w14:paraId="0C9EC3E5" w14:textId="14F47FFD" w:rsidR="00054C4C" w:rsidRDefault="00054C4C" w:rsidP="00EB7E16">
            <w:pPr>
              <w:spacing w:line="240" w:lineRule="atLeast"/>
            </w:pPr>
            <w:r>
              <w:t>Changelog op modeldoc</w:t>
            </w:r>
          </w:p>
        </w:tc>
        <w:tc>
          <w:tcPr>
            <w:tcW w:w="426" w:type="dxa"/>
          </w:tcPr>
          <w:p w14:paraId="41CDDCCB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119C1EDB" w14:textId="77777777" w:rsidR="00054C4C" w:rsidRDefault="00054C4C" w:rsidP="00EB7E16">
            <w:pPr>
              <w:spacing w:line="240" w:lineRule="atLeast"/>
            </w:pPr>
          </w:p>
        </w:tc>
      </w:tr>
      <w:tr w:rsidR="00581FB7" w14:paraId="1573189C" w14:textId="77777777" w:rsidTr="00581FB7">
        <w:tc>
          <w:tcPr>
            <w:tcW w:w="5353" w:type="dxa"/>
          </w:tcPr>
          <w:p w14:paraId="712D7657" w14:textId="0C6656B1" w:rsidR="00581FB7" w:rsidRPr="00054C4C" w:rsidRDefault="00412D86" w:rsidP="00EB7E16">
            <w:pPr>
              <w:spacing w:line="240" w:lineRule="atLeast"/>
            </w:pPr>
            <w:hyperlink r:id="rId11" w:history="1">
              <w:r w:rsidR="002F24B8" w:rsidRPr="002F24B8">
                <w:rPr>
                  <w:rStyle w:val="Hyperlink"/>
                </w:rPr>
                <w:t>1c. IMKL-UML-XSD-Objectcatalogus-changelog.xlsx</w:t>
              </w:r>
            </w:hyperlink>
          </w:p>
        </w:tc>
        <w:tc>
          <w:tcPr>
            <w:tcW w:w="3260" w:type="dxa"/>
          </w:tcPr>
          <w:p w14:paraId="7821D79F" w14:textId="77777777" w:rsidR="00581FB7" w:rsidRDefault="00581FB7" w:rsidP="00EB7E16">
            <w:pPr>
              <w:spacing w:line="240" w:lineRule="atLeast"/>
            </w:pPr>
          </w:p>
        </w:tc>
        <w:tc>
          <w:tcPr>
            <w:tcW w:w="426" w:type="dxa"/>
          </w:tcPr>
          <w:p w14:paraId="4559DDE1" w14:textId="77777777" w:rsidR="00581FB7" w:rsidRDefault="00581FB7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23A1E8F7" w14:textId="77777777" w:rsidR="00581FB7" w:rsidRDefault="00581FB7" w:rsidP="00EB7E16">
            <w:pPr>
              <w:spacing w:line="240" w:lineRule="atLeast"/>
            </w:pPr>
          </w:p>
        </w:tc>
      </w:tr>
      <w:tr w:rsidR="00054C4C" w14:paraId="65081947" w14:textId="77777777" w:rsidTr="00581FB7">
        <w:tc>
          <w:tcPr>
            <w:tcW w:w="5353" w:type="dxa"/>
          </w:tcPr>
          <w:p w14:paraId="3639D0FB" w14:textId="68C20BD2" w:rsidR="00054C4C" w:rsidRDefault="00412D86" w:rsidP="00EB7E16">
            <w:pPr>
              <w:spacing w:line="240" w:lineRule="atLeast"/>
            </w:pPr>
            <w:hyperlink r:id="rId12" w:history="1">
              <w:r w:rsidR="002F24B8" w:rsidRPr="008A05E0">
                <w:rPr>
                  <w:rStyle w:val="Hyperlink"/>
                </w:rPr>
                <w:t>2. IMKL-Objectcatalogus-2.0cons.</w:t>
              </w:r>
              <w:r w:rsidR="00ED1622">
                <w:rPr>
                  <w:rStyle w:val="Hyperlink"/>
                </w:rPr>
                <w:t>pdf</w:t>
              </w:r>
            </w:hyperlink>
          </w:p>
        </w:tc>
        <w:tc>
          <w:tcPr>
            <w:tcW w:w="3260" w:type="dxa"/>
          </w:tcPr>
          <w:p w14:paraId="631310D6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426" w:type="dxa"/>
          </w:tcPr>
          <w:p w14:paraId="6D79D1E8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7576AE42" w14:textId="77777777" w:rsidR="00054C4C" w:rsidRDefault="00054C4C" w:rsidP="00EB7E16">
            <w:pPr>
              <w:spacing w:line="240" w:lineRule="atLeast"/>
            </w:pPr>
          </w:p>
        </w:tc>
      </w:tr>
      <w:tr w:rsidR="00054C4C" w14:paraId="77A22660" w14:textId="77777777" w:rsidTr="00581FB7">
        <w:tc>
          <w:tcPr>
            <w:tcW w:w="5353" w:type="dxa"/>
          </w:tcPr>
          <w:p w14:paraId="02BEAA04" w14:textId="5969ECF5" w:rsidR="00054C4C" w:rsidRDefault="00412D86" w:rsidP="00EB7E16">
            <w:pPr>
              <w:spacing w:line="240" w:lineRule="atLeast"/>
            </w:pPr>
            <w:hyperlink r:id="rId13" w:history="1">
              <w:r w:rsidR="002F24B8" w:rsidRPr="008A05E0">
                <w:rPr>
                  <w:rStyle w:val="Hyperlink"/>
                </w:rPr>
                <w:t>3a. IMKL-2.0cons-object-attributen-ExtraRegels.xlsx</w:t>
              </w:r>
            </w:hyperlink>
          </w:p>
        </w:tc>
        <w:tc>
          <w:tcPr>
            <w:tcW w:w="3260" w:type="dxa"/>
          </w:tcPr>
          <w:p w14:paraId="678CFA2C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426" w:type="dxa"/>
          </w:tcPr>
          <w:p w14:paraId="266655F6" w14:textId="77777777" w:rsidR="00054C4C" w:rsidRDefault="00054C4C" w:rsidP="00EB7E16">
            <w:pPr>
              <w:spacing w:line="240" w:lineRule="atLeast"/>
            </w:pPr>
          </w:p>
        </w:tc>
        <w:tc>
          <w:tcPr>
            <w:tcW w:w="310" w:type="dxa"/>
          </w:tcPr>
          <w:p w14:paraId="3EFC7F08" w14:textId="77777777" w:rsidR="00054C4C" w:rsidRDefault="00054C4C" w:rsidP="00EB7E16">
            <w:pPr>
              <w:spacing w:line="240" w:lineRule="atLeast"/>
            </w:pPr>
          </w:p>
        </w:tc>
      </w:tr>
      <w:tr w:rsidR="00054C4C" w14:paraId="55C211BA" w14:textId="77777777" w:rsidTr="00581FB7">
        <w:tc>
          <w:tcPr>
            <w:tcW w:w="5353" w:type="dxa"/>
          </w:tcPr>
          <w:p w14:paraId="22A7343A" w14:textId="17C059A1" w:rsidR="00054C4C" w:rsidRDefault="00412D86" w:rsidP="00054C4C">
            <w:pPr>
              <w:spacing w:line="240" w:lineRule="atLeast"/>
            </w:pPr>
            <w:hyperlink r:id="rId14" w:history="1">
              <w:r w:rsidR="002F24B8" w:rsidRPr="008A05E0">
                <w:rPr>
                  <w:rStyle w:val="Hyperlink"/>
                </w:rPr>
                <w:t>3b. ExtraRegels-changelog.xlsx</w:t>
              </w:r>
            </w:hyperlink>
          </w:p>
        </w:tc>
        <w:tc>
          <w:tcPr>
            <w:tcW w:w="3260" w:type="dxa"/>
          </w:tcPr>
          <w:p w14:paraId="038B5896" w14:textId="174B98EC" w:rsidR="00054C4C" w:rsidRDefault="00054C4C" w:rsidP="00054C4C">
            <w:pPr>
              <w:spacing w:line="240" w:lineRule="atLeast"/>
            </w:pPr>
            <w:r>
              <w:t>Changelog op Extraregels excel</w:t>
            </w:r>
          </w:p>
        </w:tc>
        <w:tc>
          <w:tcPr>
            <w:tcW w:w="426" w:type="dxa"/>
          </w:tcPr>
          <w:p w14:paraId="13D218DC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7E106365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456F4BF2" w14:textId="77777777" w:rsidTr="00581FB7">
        <w:tc>
          <w:tcPr>
            <w:tcW w:w="5353" w:type="dxa"/>
          </w:tcPr>
          <w:p w14:paraId="112EE61D" w14:textId="05D23867" w:rsidR="00054C4C" w:rsidRDefault="00412D86" w:rsidP="00054C4C">
            <w:pPr>
              <w:spacing w:line="240" w:lineRule="atLeast"/>
            </w:pPr>
            <w:hyperlink r:id="rId15" w:history="1">
              <w:r w:rsidR="002F24B8" w:rsidRPr="008A05E0">
                <w:rPr>
                  <w:rStyle w:val="Hyperlink"/>
                </w:rPr>
                <w:t>4a. IMKL-2.0cons-Waardelijsten.xlsx</w:t>
              </w:r>
            </w:hyperlink>
          </w:p>
        </w:tc>
        <w:tc>
          <w:tcPr>
            <w:tcW w:w="3260" w:type="dxa"/>
          </w:tcPr>
          <w:p w14:paraId="4F3E9C55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426" w:type="dxa"/>
          </w:tcPr>
          <w:p w14:paraId="300052C1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177382D8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71A6FC0A" w14:textId="77777777" w:rsidTr="00581FB7">
        <w:tc>
          <w:tcPr>
            <w:tcW w:w="5353" w:type="dxa"/>
          </w:tcPr>
          <w:p w14:paraId="59C15496" w14:textId="5E20A84E" w:rsidR="00054C4C" w:rsidRDefault="00412D86" w:rsidP="00054C4C">
            <w:pPr>
              <w:spacing w:line="240" w:lineRule="atLeast"/>
            </w:pPr>
            <w:hyperlink r:id="rId16" w:history="1">
              <w:r w:rsidR="002F24B8" w:rsidRPr="003B693F">
                <w:rPr>
                  <w:rStyle w:val="Hyperlink"/>
                </w:rPr>
                <w:t>4b. IMKL-Waardelijsten-changelog.xlsx</w:t>
              </w:r>
            </w:hyperlink>
          </w:p>
        </w:tc>
        <w:tc>
          <w:tcPr>
            <w:tcW w:w="3260" w:type="dxa"/>
          </w:tcPr>
          <w:p w14:paraId="68D6D7E1" w14:textId="2D37491A" w:rsidR="00054C4C" w:rsidRDefault="00054C4C" w:rsidP="00054C4C">
            <w:pPr>
              <w:spacing w:line="240" w:lineRule="atLeast"/>
            </w:pPr>
            <w:r>
              <w:t>Changelog op waardelijst</w:t>
            </w:r>
          </w:p>
        </w:tc>
        <w:tc>
          <w:tcPr>
            <w:tcW w:w="426" w:type="dxa"/>
          </w:tcPr>
          <w:p w14:paraId="1524C754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3EFFAD45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19B90BFA" w14:textId="77777777" w:rsidTr="00581FB7">
        <w:tc>
          <w:tcPr>
            <w:tcW w:w="5353" w:type="dxa"/>
          </w:tcPr>
          <w:p w14:paraId="1FAAE692" w14:textId="600EBCFE" w:rsidR="00054C4C" w:rsidRDefault="00412D86" w:rsidP="00054C4C">
            <w:pPr>
              <w:spacing w:line="240" w:lineRule="atLeast"/>
            </w:pPr>
            <w:hyperlink r:id="rId17" w:history="1">
              <w:r w:rsidR="002F24B8" w:rsidRPr="00FB3ED9">
                <w:rPr>
                  <w:rStyle w:val="Hyperlink"/>
                </w:rPr>
                <w:t>5a. PMKL-Handreiking-visualisatie</w:t>
              </w:r>
              <w:r w:rsidR="00FB3ED9" w:rsidRPr="00FB3ED9">
                <w:rPr>
                  <w:rStyle w:val="Hyperlink"/>
                </w:rPr>
                <w:t>-</w:t>
              </w:r>
              <w:r w:rsidR="002F24B8" w:rsidRPr="00FB3ED9">
                <w:rPr>
                  <w:rStyle w:val="Hyperlink"/>
                </w:rPr>
                <w:t>2.0cons.pdf</w:t>
              </w:r>
            </w:hyperlink>
          </w:p>
        </w:tc>
        <w:tc>
          <w:tcPr>
            <w:tcW w:w="3260" w:type="dxa"/>
          </w:tcPr>
          <w:p w14:paraId="7A5C2403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426" w:type="dxa"/>
          </w:tcPr>
          <w:p w14:paraId="3BDE710A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5FA3607A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786E2D93" w14:textId="77777777" w:rsidTr="00581FB7">
        <w:tc>
          <w:tcPr>
            <w:tcW w:w="5353" w:type="dxa"/>
          </w:tcPr>
          <w:p w14:paraId="6B0D3F9F" w14:textId="7C238662" w:rsidR="00054C4C" w:rsidRDefault="00412D86" w:rsidP="00054C4C">
            <w:pPr>
              <w:spacing w:line="240" w:lineRule="atLeast"/>
            </w:pPr>
            <w:hyperlink r:id="rId18" w:history="1">
              <w:r w:rsidR="002F24B8" w:rsidRPr="003B693F">
                <w:rPr>
                  <w:rStyle w:val="Hyperlink"/>
                </w:rPr>
                <w:t>5b. PMKL-Handreiking-visualisatie-changelog.xlsx</w:t>
              </w:r>
            </w:hyperlink>
          </w:p>
        </w:tc>
        <w:tc>
          <w:tcPr>
            <w:tcW w:w="3260" w:type="dxa"/>
          </w:tcPr>
          <w:p w14:paraId="764EB3BD" w14:textId="451A4A2C" w:rsidR="00054C4C" w:rsidRDefault="00054C4C" w:rsidP="00054C4C">
            <w:pPr>
              <w:spacing w:line="240" w:lineRule="atLeast"/>
            </w:pPr>
            <w:r>
              <w:t>Changelog op PMKL doc</w:t>
            </w:r>
          </w:p>
        </w:tc>
        <w:tc>
          <w:tcPr>
            <w:tcW w:w="426" w:type="dxa"/>
          </w:tcPr>
          <w:p w14:paraId="445258F7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262BC696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2B91B4D1" w14:textId="77777777" w:rsidTr="00581FB7">
        <w:tc>
          <w:tcPr>
            <w:tcW w:w="5353" w:type="dxa"/>
          </w:tcPr>
          <w:p w14:paraId="35D74C60" w14:textId="0FA0EDFE" w:rsidR="00054C4C" w:rsidRDefault="00412D86" w:rsidP="00054C4C">
            <w:pPr>
              <w:spacing w:line="240" w:lineRule="atLeast"/>
            </w:pPr>
            <w:hyperlink r:id="rId19" w:history="1">
              <w:r w:rsidR="00054C4C" w:rsidRPr="00A96A82">
                <w:rPr>
                  <w:rStyle w:val="Hyperlink"/>
                </w:rPr>
                <w:t>symbology</w:t>
              </w:r>
            </w:hyperlink>
          </w:p>
        </w:tc>
        <w:tc>
          <w:tcPr>
            <w:tcW w:w="3260" w:type="dxa"/>
          </w:tcPr>
          <w:p w14:paraId="1F99CEFA" w14:textId="2869A174" w:rsidR="00054C4C" w:rsidRDefault="00A96A82" w:rsidP="00054C4C">
            <w:pPr>
              <w:spacing w:line="240" w:lineRule="atLeast"/>
            </w:pPr>
            <w:r>
              <w:t>Symbolen, iconen, sld’s</w:t>
            </w:r>
          </w:p>
        </w:tc>
        <w:tc>
          <w:tcPr>
            <w:tcW w:w="426" w:type="dxa"/>
          </w:tcPr>
          <w:p w14:paraId="6AA606F6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7E6609C5" w14:textId="77777777" w:rsidR="00054C4C" w:rsidRDefault="00054C4C" w:rsidP="00054C4C">
            <w:pPr>
              <w:spacing w:line="240" w:lineRule="atLeast"/>
            </w:pPr>
          </w:p>
        </w:tc>
      </w:tr>
      <w:tr w:rsidR="00054C4C" w14:paraId="4B5A7489" w14:textId="77777777" w:rsidTr="00581FB7">
        <w:tc>
          <w:tcPr>
            <w:tcW w:w="5353" w:type="dxa"/>
          </w:tcPr>
          <w:p w14:paraId="0FD27F49" w14:textId="3F354598" w:rsidR="00054C4C" w:rsidRDefault="00412D86" w:rsidP="00054C4C">
            <w:pPr>
              <w:spacing w:line="240" w:lineRule="atLeast"/>
            </w:pPr>
            <w:hyperlink r:id="rId20" w:history="1">
              <w:r w:rsidR="002F24B8" w:rsidRPr="003B693F">
                <w:rPr>
                  <w:rStyle w:val="Hyperlink"/>
                </w:rPr>
                <w:t>6a. imkl-wibon2.0cons20200706.xsd</w:t>
              </w:r>
            </w:hyperlink>
          </w:p>
        </w:tc>
        <w:tc>
          <w:tcPr>
            <w:tcW w:w="3260" w:type="dxa"/>
          </w:tcPr>
          <w:p w14:paraId="1969C054" w14:textId="5F8FFDAD" w:rsidR="00054C4C" w:rsidRDefault="00581FB7" w:rsidP="00054C4C">
            <w:pPr>
              <w:spacing w:line="240" w:lineRule="atLeast"/>
            </w:pPr>
            <w:r>
              <w:t>XML schema</w:t>
            </w:r>
          </w:p>
        </w:tc>
        <w:tc>
          <w:tcPr>
            <w:tcW w:w="426" w:type="dxa"/>
          </w:tcPr>
          <w:p w14:paraId="090421D2" w14:textId="77777777" w:rsidR="00054C4C" w:rsidRDefault="00054C4C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7E923DD1" w14:textId="77777777" w:rsidR="00054C4C" w:rsidRDefault="00054C4C" w:rsidP="00054C4C">
            <w:pPr>
              <w:spacing w:line="240" w:lineRule="atLeast"/>
            </w:pPr>
          </w:p>
        </w:tc>
      </w:tr>
      <w:tr w:rsidR="0056137D" w14:paraId="6E7C86E2" w14:textId="77777777" w:rsidTr="00581FB7">
        <w:tc>
          <w:tcPr>
            <w:tcW w:w="5353" w:type="dxa"/>
          </w:tcPr>
          <w:p w14:paraId="59F8DC6A" w14:textId="79B19DFB" w:rsidR="0056137D" w:rsidRPr="00581FB7" w:rsidRDefault="00412D86" w:rsidP="00054C4C">
            <w:pPr>
              <w:spacing w:line="240" w:lineRule="atLeast"/>
              <w:rPr>
                <w:b/>
                <w:bCs/>
              </w:rPr>
            </w:pPr>
            <w:hyperlink r:id="rId21" w:history="1">
              <w:r w:rsidR="002F24B8" w:rsidRPr="003B693F">
                <w:rPr>
                  <w:rStyle w:val="Hyperlink"/>
                </w:rPr>
                <w:t>6b. TotstandkomingIMKL2.x XSD.txt</w:t>
              </w:r>
            </w:hyperlink>
          </w:p>
        </w:tc>
        <w:tc>
          <w:tcPr>
            <w:tcW w:w="3260" w:type="dxa"/>
          </w:tcPr>
          <w:p w14:paraId="3B2CB1CA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426" w:type="dxa"/>
          </w:tcPr>
          <w:p w14:paraId="3CAD5FB6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623D8DF9" w14:textId="77777777" w:rsidR="0056137D" w:rsidRDefault="0056137D" w:rsidP="00054C4C">
            <w:pPr>
              <w:spacing w:line="240" w:lineRule="atLeast"/>
            </w:pPr>
          </w:p>
        </w:tc>
      </w:tr>
      <w:tr w:rsidR="00ED1622" w14:paraId="059A96F7" w14:textId="77777777" w:rsidTr="00581FB7">
        <w:tc>
          <w:tcPr>
            <w:tcW w:w="5353" w:type="dxa"/>
          </w:tcPr>
          <w:p w14:paraId="55110D97" w14:textId="3F1271E4" w:rsidR="00ED1622" w:rsidRPr="00ED1622" w:rsidRDefault="00412D86" w:rsidP="00054C4C">
            <w:pPr>
              <w:spacing w:line="240" w:lineRule="atLeast"/>
            </w:pPr>
            <w:hyperlink r:id="rId22" w:history="1">
              <w:r w:rsidR="00ED1622" w:rsidRPr="00ED1622">
                <w:rPr>
                  <w:rStyle w:val="Hyperlink"/>
                </w:rPr>
                <w:t>7. BMKL 2.1 - specifi</w:t>
              </w:r>
              <w:r w:rsidR="00ED1622" w:rsidRPr="00ED1622">
                <w:rPr>
                  <w:rStyle w:val="Hyperlink"/>
                </w:rPr>
                <w:t>c</w:t>
              </w:r>
              <w:r w:rsidR="00ED1622" w:rsidRPr="00ED1622">
                <w:rPr>
                  <w:rStyle w:val="Hyperlink"/>
                </w:rPr>
                <w:t>aties van wijzigingen (03-07-2020).</w:t>
              </w:r>
              <w:r w:rsidR="00A564C2">
                <w:rPr>
                  <w:rStyle w:val="Hyperlink"/>
                </w:rPr>
                <w:t>xlsx</w:t>
              </w:r>
            </w:hyperlink>
          </w:p>
        </w:tc>
        <w:tc>
          <w:tcPr>
            <w:tcW w:w="3260" w:type="dxa"/>
          </w:tcPr>
          <w:p w14:paraId="0A432B28" w14:textId="50EF9CFB" w:rsidR="00ED1622" w:rsidRDefault="00ED1622" w:rsidP="00054C4C">
            <w:pPr>
              <w:spacing w:line="240" w:lineRule="atLeast"/>
            </w:pPr>
            <w:r>
              <w:t>Berichtenmodel</w:t>
            </w:r>
          </w:p>
        </w:tc>
        <w:tc>
          <w:tcPr>
            <w:tcW w:w="426" w:type="dxa"/>
          </w:tcPr>
          <w:p w14:paraId="4DDB5414" w14:textId="77777777" w:rsidR="00ED1622" w:rsidRDefault="00ED1622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72356618" w14:textId="77777777" w:rsidR="00ED1622" w:rsidRDefault="00ED1622" w:rsidP="00054C4C">
            <w:pPr>
              <w:spacing w:line="240" w:lineRule="atLeast"/>
            </w:pPr>
          </w:p>
        </w:tc>
      </w:tr>
      <w:tr w:rsidR="0056137D" w14:paraId="22222721" w14:textId="77777777" w:rsidTr="00581FB7">
        <w:tc>
          <w:tcPr>
            <w:tcW w:w="5353" w:type="dxa"/>
          </w:tcPr>
          <w:p w14:paraId="3A4F8EDA" w14:textId="018DDE08" w:rsidR="0056137D" w:rsidRPr="007F12AE" w:rsidRDefault="007F12AE" w:rsidP="00054C4C">
            <w:pPr>
              <w:spacing w:line="240" w:lineRule="atLeast"/>
              <w:rPr>
                <w:b/>
                <w:bCs/>
              </w:rPr>
            </w:pPr>
            <w:r>
              <w:rPr>
                <w:b/>
                <w:bCs/>
              </w:rPr>
              <w:t>Nog n</w:t>
            </w:r>
            <w:r w:rsidR="00F50EE4" w:rsidRPr="007F12AE">
              <w:rPr>
                <w:b/>
                <w:bCs/>
              </w:rPr>
              <w:t>iet opgeleverd:</w:t>
            </w:r>
          </w:p>
        </w:tc>
        <w:tc>
          <w:tcPr>
            <w:tcW w:w="3260" w:type="dxa"/>
          </w:tcPr>
          <w:p w14:paraId="192819B0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426" w:type="dxa"/>
          </w:tcPr>
          <w:p w14:paraId="326E3C45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4A0AF9E8" w14:textId="77777777" w:rsidR="0056137D" w:rsidRDefault="0056137D" w:rsidP="00054C4C">
            <w:pPr>
              <w:spacing w:line="240" w:lineRule="atLeast"/>
            </w:pPr>
          </w:p>
        </w:tc>
      </w:tr>
      <w:tr w:rsidR="0056137D" w14:paraId="5DAC34B9" w14:textId="77777777" w:rsidTr="00581FB7">
        <w:tc>
          <w:tcPr>
            <w:tcW w:w="5353" w:type="dxa"/>
          </w:tcPr>
          <w:p w14:paraId="1343DB68" w14:textId="0595D3F1" w:rsidR="0056137D" w:rsidRDefault="007F12AE" w:rsidP="00054C4C">
            <w:pPr>
              <w:spacing w:line="240" w:lineRule="atLeast"/>
            </w:pPr>
            <w:r>
              <w:t>I</w:t>
            </w:r>
            <w:r w:rsidR="00F50EE4">
              <w:t>mkl</w:t>
            </w:r>
            <w:r>
              <w:t>-waardelijsten-2.0io.rdf</w:t>
            </w:r>
          </w:p>
        </w:tc>
        <w:tc>
          <w:tcPr>
            <w:tcW w:w="3260" w:type="dxa"/>
          </w:tcPr>
          <w:p w14:paraId="2D44E406" w14:textId="13DEF950" w:rsidR="0056137D" w:rsidRDefault="007F12AE" w:rsidP="00054C4C">
            <w:pPr>
              <w:spacing w:line="240" w:lineRule="atLeast"/>
            </w:pPr>
            <w:r>
              <w:t>Waardelijst in rdf</w:t>
            </w:r>
          </w:p>
        </w:tc>
        <w:tc>
          <w:tcPr>
            <w:tcW w:w="426" w:type="dxa"/>
          </w:tcPr>
          <w:p w14:paraId="46EC7958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78F80386" w14:textId="77777777" w:rsidR="0056137D" w:rsidRDefault="0056137D" w:rsidP="00054C4C">
            <w:pPr>
              <w:spacing w:line="240" w:lineRule="atLeast"/>
            </w:pPr>
          </w:p>
        </w:tc>
      </w:tr>
      <w:tr w:rsidR="0056137D" w14:paraId="215D1B6F" w14:textId="77777777" w:rsidTr="007F12AE">
        <w:trPr>
          <w:trHeight w:val="273"/>
        </w:trPr>
        <w:tc>
          <w:tcPr>
            <w:tcW w:w="5353" w:type="dxa"/>
          </w:tcPr>
          <w:p w14:paraId="684FF448" w14:textId="77777777" w:rsidR="007F12AE" w:rsidRPr="007F12AE" w:rsidRDefault="007F12AE" w:rsidP="007F12AE">
            <w:pPr>
              <w:spacing w:line="240" w:lineRule="atLeast"/>
            </w:pPr>
            <w:r>
              <w:t xml:space="preserve">Update </w:t>
            </w:r>
            <w:r w:rsidRPr="007F12AE">
              <w:t>conceptenregister</w:t>
            </w:r>
          </w:p>
          <w:p w14:paraId="326F7F97" w14:textId="7DB079C8" w:rsidR="0056137D" w:rsidRDefault="007F12AE" w:rsidP="00054C4C">
            <w:pPr>
              <w:spacing w:line="240" w:lineRule="atLeast"/>
            </w:pPr>
            <w:r>
              <w:t>En bron informatie daarvan (rdf)</w:t>
            </w:r>
          </w:p>
        </w:tc>
        <w:tc>
          <w:tcPr>
            <w:tcW w:w="3260" w:type="dxa"/>
          </w:tcPr>
          <w:p w14:paraId="574267C6" w14:textId="77777777" w:rsidR="0056137D" w:rsidRDefault="007F12AE" w:rsidP="00054C4C">
            <w:pPr>
              <w:spacing w:line="240" w:lineRule="atLeast"/>
            </w:pPr>
            <w:r>
              <w:t>Alle concepten, definities in rdf</w:t>
            </w:r>
          </w:p>
          <w:p w14:paraId="7A7E8A49" w14:textId="321E8C24" w:rsidR="007F12AE" w:rsidRDefault="007F12AE" w:rsidP="00054C4C">
            <w:pPr>
              <w:spacing w:line="240" w:lineRule="atLeast"/>
            </w:pPr>
            <w:r>
              <w:t>Alle termen in Nederlands</w:t>
            </w:r>
          </w:p>
        </w:tc>
        <w:tc>
          <w:tcPr>
            <w:tcW w:w="426" w:type="dxa"/>
          </w:tcPr>
          <w:p w14:paraId="638C08D4" w14:textId="77777777" w:rsidR="0056137D" w:rsidRDefault="0056137D" w:rsidP="00054C4C">
            <w:pPr>
              <w:spacing w:line="240" w:lineRule="atLeast"/>
            </w:pPr>
          </w:p>
        </w:tc>
        <w:tc>
          <w:tcPr>
            <w:tcW w:w="310" w:type="dxa"/>
          </w:tcPr>
          <w:p w14:paraId="0E3BA607" w14:textId="77777777" w:rsidR="0056137D" w:rsidRDefault="0056137D" w:rsidP="00054C4C">
            <w:pPr>
              <w:spacing w:line="240" w:lineRule="atLeast"/>
            </w:pPr>
          </w:p>
        </w:tc>
      </w:tr>
    </w:tbl>
    <w:p w14:paraId="3B770781" w14:textId="77777777" w:rsidR="00054C4C" w:rsidRDefault="00054C4C" w:rsidP="00EB7E16">
      <w:pPr>
        <w:spacing w:line="240" w:lineRule="atLeast"/>
      </w:pPr>
    </w:p>
    <w:sectPr w:rsidR="00054C4C" w:rsidSect="0048274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2569" w:right="1418" w:bottom="1418" w:left="1418" w:header="0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9EA1C" w14:textId="77777777" w:rsidR="00412D86" w:rsidRDefault="00412D86" w:rsidP="00567F85">
      <w:pPr>
        <w:pStyle w:val="Koptekst"/>
      </w:pPr>
      <w:r>
        <w:separator/>
      </w:r>
    </w:p>
  </w:endnote>
  <w:endnote w:type="continuationSeparator" w:id="0">
    <w:p w14:paraId="7D375AF7" w14:textId="77777777" w:rsidR="00412D86" w:rsidRDefault="00412D86" w:rsidP="00567F85">
      <w:pPr>
        <w:pStyle w:val="Kopteks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06B88" w14:textId="77777777" w:rsidR="00954196" w:rsidRDefault="0095419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2ED0" w14:textId="77777777" w:rsidR="00D73FFB" w:rsidRDefault="00D73FFB">
    <w:pPr>
      <w:pStyle w:val="Voettekst"/>
    </w:pPr>
  </w:p>
  <w:p w14:paraId="7B2EB39B" w14:textId="77777777" w:rsidR="00D73FFB" w:rsidRDefault="00D73FFB">
    <w:pPr>
      <w:pStyle w:val="Voettekst"/>
    </w:pPr>
  </w:p>
  <w:p w14:paraId="49AD3D8A" w14:textId="77777777" w:rsidR="00D73FFB" w:rsidRDefault="00D73FFB">
    <w:pPr>
      <w:pStyle w:val="Voettekst"/>
    </w:pPr>
  </w:p>
  <w:p w14:paraId="161EB745" w14:textId="77777777" w:rsidR="00D73FFB" w:rsidRDefault="00D73FF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00" w:type="dxa"/>
      <w:tblInd w:w="108" w:type="dxa"/>
      <w:tblLook w:val="01E0" w:firstRow="1" w:lastRow="1" w:firstColumn="1" w:lastColumn="1" w:noHBand="0" w:noVBand="0"/>
    </w:tblPr>
    <w:tblGrid>
      <w:gridCol w:w="397"/>
      <w:gridCol w:w="2867"/>
      <w:gridCol w:w="2868"/>
      <w:gridCol w:w="2868"/>
    </w:tblGrid>
    <w:tr w:rsidR="00954196" w:rsidRPr="00931F65" w14:paraId="68B6900A" w14:textId="77777777" w:rsidTr="007B6B76">
      <w:tc>
        <w:tcPr>
          <w:tcW w:w="397" w:type="dxa"/>
          <w:shd w:val="clear" w:color="auto" w:fill="auto"/>
        </w:tcPr>
        <w:p w14:paraId="28FDA3FB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b/>
              <w:sz w:val="12"/>
              <w:szCs w:val="12"/>
            </w:rPr>
            <w:t>T</w:t>
          </w:r>
        </w:p>
      </w:tc>
      <w:tc>
        <w:tcPr>
          <w:tcW w:w="2867" w:type="dxa"/>
          <w:shd w:val="clear" w:color="auto" w:fill="auto"/>
        </w:tcPr>
        <w:p w14:paraId="25889BAB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033 460 41 00</w:t>
          </w:r>
        </w:p>
      </w:tc>
      <w:tc>
        <w:tcPr>
          <w:tcW w:w="2868" w:type="dxa"/>
        </w:tcPr>
        <w:p w14:paraId="04C8AD8A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b/>
              <w:sz w:val="12"/>
              <w:szCs w:val="12"/>
            </w:rPr>
            <w:t>bezoekadres</w:t>
          </w:r>
        </w:p>
      </w:tc>
      <w:tc>
        <w:tcPr>
          <w:tcW w:w="2868" w:type="dxa"/>
        </w:tcPr>
        <w:p w14:paraId="21B64660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b/>
              <w:sz w:val="12"/>
              <w:szCs w:val="12"/>
            </w:rPr>
            <w:t>postadres</w:t>
          </w:r>
        </w:p>
      </w:tc>
    </w:tr>
    <w:tr w:rsidR="00954196" w:rsidRPr="00931F65" w14:paraId="45036532" w14:textId="77777777" w:rsidTr="007B6B76">
      <w:tc>
        <w:tcPr>
          <w:tcW w:w="397" w:type="dxa"/>
          <w:shd w:val="clear" w:color="auto" w:fill="auto"/>
        </w:tcPr>
        <w:p w14:paraId="3EC0AE31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b/>
              <w:sz w:val="12"/>
              <w:szCs w:val="12"/>
            </w:rPr>
            <w:t>E</w:t>
          </w:r>
        </w:p>
      </w:tc>
      <w:tc>
        <w:tcPr>
          <w:tcW w:w="2867" w:type="dxa"/>
          <w:shd w:val="clear" w:color="auto" w:fill="auto"/>
        </w:tcPr>
        <w:p w14:paraId="00E7707C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info@geonovum.nl</w:t>
          </w:r>
        </w:p>
      </w:tc>
      <w:tc>
        <w:tcPr>
          <w:tcW w:w="2868" w:type="dxa"/>
        </w:tcPr>
        <w:p w14:paraId="49D300FD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Barchman Wuytierslaan 10</w:t>
          </w:r>
        </w:p>
      </w:tc>
      <w:tc>
        <w:tcPr>
          <w:tcW w:w="2868" w:type="dxa"/>
        </w:tcPr>
        <w:p w14:paraId="3ED9CFBD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Postbus 508</w:t>
          </w:r>
        </w:p>
      </w:tc>
    </w:tr>
    <w:tr w:rsidR="00954196" w:rsidRPr="00931F65" w14:paraId="22F949C5" w14:textId="77777777" w:rsidTr="007B6B76">
      <w:tc>
        <w:tcPr>
          <w:tcW w:w="397" w:type="dxa"/>
          <w:shd w:val="clear" w:color="auto" w:fill="auto"/>
        </w:tcPr>
        <w:p w14:paraId="2E4DF958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b/>
              <w:sz w:val="12"/>
              <w:szCs w:val="12"/>
            </w:rPr>
            <w:t>I</w:t>
          </w:r>
        </w:p>
      </w:tc>
      <w:tc>
        <w:tcPr>
          <w:tcW w:w="2867" w:type="dxa"/>
          <w:shd w:val="clear" w:color="auto" w:fill="auto"/>
        </w:tcPr>
        <w:p w14:paraId="00637812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www.geonovum.nl</w:t>
          </w:r>
        </w:p>
      </w:tc>
      <w:tc>
        <w:tcPr>
          <w:tcW w:w="2868" w:type="dxa"/>
        </w:tcPr>
        <w:p w14:paraId="0301E884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3818 LH  Amersfoort</w:t>
          </w:r>
        </w:p>
      </w:tc>
      <w:tc>
        <w:tcPr>
          <w:tcW w:w="2868" w:type="dxa"/>
        </w:tcPr>
        <w:p w14:paraId="7B41B63D" w14:textId="77777777" w:rsidR="00954196" w:rsidRPr="00931F65" w:rsidRDefault="00954196" w:rsidP="00931F65">
          <w:pPr>
            <w:pStyle w:val="Voettekst"/>
            <w:spacing w:line="240" w:lineRule="atLeast"/>
            <w:rPr>
              <w:b/>
              <w:sz w:val="12"/>
              <w:szCs w:val="12"/>
            </w:rPr>
          </w:pPr>
          <w:r w:rsidRPr="00931F65">
            <w:rPr>
              <w:sz w:val="12"/>
              <w:szCs w:val="12"/>
            </w:rPr>
            <w:t>3800 AM Amersfoort</w:t>
          </w:r>
        </w:p>
      </w:tc>
    </w:tr>
  </w:tbl>
  <w:p w14:paraId="508FDBB7" w14:textId="77777777" w:rsidR="00D73FFB" w:rsidRDefault="00D73F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4C49B" w14:textId="77777777" w:rsidR="00412D86" w:rsidRDefault="00412D86" w:rsidP="00567F85">
      <w:pPr>
        <w:pStyle w:val="Koptekst"/>
      </w:pPr>
      <w:r>
        <w:separator/>
      </w:r>
    </w:p>
  </w:footnote>
  <w:footnote w:type="continuationSeparator" w:id="0">
    <w:p w14:paraId="0A788508" w14:textId="77777777" w:rsidR="00412D86" w:rsidRDefault="00412D86" w:rsidP="00567F85">
      <w:pPr>
        <w:pStyle w:val="Kopteks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80361" w14:textId="77777777" w:rsidR="00954196" w:rsidRDefault="0095419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1FDC3" w14:textId="77777777" w:rsidR="00D73FFB" w:rsidRDefault="00D73FFB" w:rsidP="00342AAA">
    <w:pPr>
      <w:pStyle w:val="Koptekst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919A1C" wp14:editId="4AD208CD">
          <wp:simplePos x="0" y="0"/>
          <wp:positionH relativeFrom="column">
            <wp:posOffset>2057400</wp:posOffset>
          </wp:positionH>
          <wp:positionV relativeFrom="paragraph">
            <wp:posOffset>31115</wp:posOffset>
          </wp:positionV>
          <wp:extent cx="1393190" cy="467360"/>
          <wp:effectExtent l="19050" t="0" r="0" b="0"/>
          <wp:wrapNone/>
          <wp:docPr id="4" name="Afbeelding 4" descr="geonovum logo 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onovum logo 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190" cy="467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B512AF5" w14:textId="77777777" w:rsidR="00D73FFB" w:rsidRDefault="00D73FFB" w:rsidP="0061443B">
    <w:pPr>
      <w:pStyle w:val="Koptekst"/>
    </w:pPr>
  </w:p>
  <w:p w14:paraId="03E9E26F" w14:textId="77777777" w:rsidR="00D73FFB" w:rsidRDefault="00D73FFB" w:rsidP="00342AAA">
    <w:pPr>
      <w:pStyle w:val="Koptekst"/>
      <w:jc w:val="center"/>
    </w:pPr>
  </w:p>
  <w:p w14:paraId="3EA05F3E" w14:textId="77777777" w:rsidR="00D73FFB" w:rsidRDefault="00D73FFB" w:rsidP="00342AAA">
    <w:pPr>
      <w:pStyle w:val="Koptekst"/>
      <w:jc w:val="center"/>
    </w:pPr>
  </w:p>
  <w:p w14:paraId="297299BA" w14:textId="77777777" w:rsidR="00D73FFB" w:rsidRDefault="00D73FFB" w:rsidP="00342AAA">
    <w:pPr>
      <w:pStyle w:val="Koptekst"/>
      <w:jc w:val="center"/>
    </w:pPr>
  </w:p>
  <w:p w14:paraId="2C8043FF" w14:textId="77777777" w:rsidR="00D73FFB" w:rsidRDefault="00D73FFB" w:rsidP="00342AAA">
    <w:pPr>
      <w:pStyle w:val="Koptekst"/>
      <w:jc w:val="center"/>
    </w:pPr>
  </w:p>
  <w:p w14:paraId="4FBD55CB" w14:textId="77777777" w:rsidR="00D73FFB" w:rsidRDefault="00D73FFB" w:rsidP="00342AAA">
    <w:pPr>
      <w:pStyle w:val="Koptekst"/>
      <w:jc w:val="center"/>
    </w:pPr>
  </w:p>
  <w:tbl>
    <w:tblPr>
      <w:tblW w:w="8732" w:type="dxa"/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6533"/>
      <w:gridCol w:w="724"/>
      <w:gridCol w:w="1475"/>
    </w:tblGrid>
    <w:tr w:rsidR="004F7480" w:rsidRPr="00370FFC" w14:paraId="6E915437" w14:textId="77777777" w:rsidTr="0037466B">
      <w:trPr>
        <w:trHeight w:val="200"/>
      </w:trPr>
      <w:tc>
        <w:tcPr>
          <w:tcW w:w="6533" w:type="dxa"/>
        </w:tcPr>
        <w:p w14:paraId="2D912384" w14:textId="77777777" w:rsidR="004F7480" w:rsidRPr="00370FFC" w:rsidRDefault="004F7480" w:rsidP="00A64235"/>
      </w:tc>
      <w:tc>
        <w:tcPr>
          <w:tcW w:w="724" w:type="dxa"/>
        </w:tcPr>
        <w:p w14:paraId="340C3F78" w14:textId="77777777" w:rsidR="004F7480" w:rsidRPr="00C50627" w:rsidRDefault="004F7480" w:rsidP="00A64235">
          <w:pPr>
            <w:rPr>
              <w:color w:val="999999"/>
            </w:rPr>
          </w:pPr>
          <w:r w:rsidRPr="00C50627">
            <w:rPr>
              <w:color w:val="999999"/>
            </w:rPr>
            <w:t>blad</w:t>
          </w:r>
        </w:p>
      </w:tc>
      <w:tc>
        <w:tcPr>
          <w:tcW w:w="1475" w:type="dxa"/>
        </w:tcPr>
        <w:p w14:paraId="54EBA121" w14:textId="77777777" w:rsidR="004F7480" w:rsidRPr="00370FFC" w:rsidRDefault="00730350" w:rsidP="00A64235"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D17E0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4F7480">
            <w:t xml:space="preserve"> van </w:t>
          </w:r>
          <w:r w:rsidR="00412D86">
            <w:fldChar w:fldCharType="begin"/>
          </w:r>
          <w:r w:rsidR="00412D86">
            <w:instrText xml:space="preserve"> NUMPAGES </w:instrText>
          </w:r>
          <w:r w:rsidR="00412D86">
            <w:fldChar w:fldCharType="separate"/>
          </w:r>
          <w:r w:rsidR="00DD17E0">
            <w:rPr>
              <w:noProof/>
            </w:rPr>
            <w:t>2</w:t>
          </w:r>
          <w:r w:rsidR="00412D86">
            <w:rPr>
              <w:noProof/>
            </w:rPr>
            <w:fldChar w:fldCharType="end"/>
          </w:r>
        </w:p>
      </w:tc>
    </w:tr>
  </w:tbl>
  <w:p w14:paraId="5858AB07" w14:textId="77777777" w:rsidR="00D73FFB" w:rsidRDefault="00D73FFB" w:rsidP="006F5810">
    <w:pPr>
      <w:pStyle w:val="Koptekst"/>
      <w:pBdr>
        <w:bottom w:val="single" w:sz="6" w:space="1" w:color="auto"/>
      </w:pBdr>
    </w:pPr>
  </w:p>
  <w:p w14:paraId="5CA61EDB" w14:textId="77777777" w:rsidR="00D73FFB" w:rsidRDefault="00D73FFB" w:rsidP="006F5810">
    <w:pPr>
      <w:pStyle w:val="Koptekst"/>
    </w:pPr>
  </w:p>
  <w:p w14:paraId="6BFAA64D" w14:textId="77777777" w:rsidR="00D73FFB" w:rsidRDefault="00D73FFB" w:rsidP="006F581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71431" w14:textId="77777777" w:rsidR="00D73FFB" w:rsidRDefault="00D73FFB" w:rsidP="00AF7C34">
    <w:pPr>
      <w:pStyle w:val="Koptekst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0" wp14:anchorId="76A87836" wp14:editId="3818A45B">
          <wp:simplePos x="0" y="0"/>
          <wp:positionH relativeFrom="column">
            <wp:posOffset>1943100</wp:posOffset>
          </wp:positionH>
          <wp:positionV relativeFrom="paragraph">
            <wp:posOffset>31115</wp:posOffset>
          </wp:positionV>
          <wp:extent cx="1927860" cy="975360"/>
          <wp:effectExtent l="19050" t="0" r="0" b="0"/>
          <wp:wrapNone/>
          <wp:docPr id="3" name="Afbeelding 3" descr="geonovu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novum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975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6DEA7B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ECC2C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D22F2B8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3A348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56268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04D8F2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E7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10AB1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6452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6C0DB3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B3291"/>
    <w:multiLevelType w:val="hybridMultilevel"/>
    <w:tmpl w:val="3E6ADD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687F08"/>
    <w:multiLevelType w:val="multilevel"/>
    <w:tmpl w:val="D7EAE67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440183F"/>
    <w:multiLevelType w:val="hybridMultilevel"/>
    <w:tmpl w:val="DF7C2D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B04BE9"/>
    <w:multiLevelType w:val="multilevel"/>
    <w:tmpl w:val="6C1AB5D6"/>
    <w:lvl w:ilvl="0">
      <w:start w:val="1"/>
      <w:numFmt w:val="decimal"/>
      <w:pStyle w:val="Hoofdstukx"/>
      <w:suff w:val="nothing"/>
      <w:lvlText w:val="Hoofdstuk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subparagraaftitel"/>
      <w:lvlText w:val="%1.%2.%3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98A5D3F"/>
    <w:multiLevelType w:val="hybridMultilevel"/>
    <w:tmpl w:val="F8F42E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775B6"/>
    <w:multiLevelType w:val="multilevel"/>
    <w:tmpl w:val="F41C5E2A"/>
    <w:lvl w:ilvl="0">
      <w:start w:val="1"/>
      <w:numFmt w:val="bullet"/>
      <w:pStyle w:val="Opsomming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6" w15:restartNumberingAfterBreak="0">
    <w:nsid w:val="3E366CC1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3C92848"/>
    <w:multiLevelType w:val="multilevel"/>
    <w:tmpl w:val="DFCE7D2A"/>
    <w:lvl w:ilvl="0">
      <w:start w:val="1"/>
      <w:numFmt w:val="decimal"/>
      <w:pStyle w:val="Hoofdstuk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Paragraaf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ubparagraaf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B35627C"/>
    <w:multiLevelType w:val="hybridMultilevel"/>
    <w:tmpl w:val="EE0009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862B53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CAA5DA9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0076D2A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2E5504D"/>
    <w:multiLevelType w:val="multilevel"/>
    <w:tmpl w:val="689A542A"/>
    <w:lvl w:ilvl="0">
      <w:start w:val="1"/>
      <w:numFmt w:val="decimal"/>
      <w:pStyle w:val="Heading11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39B288F"/>
    <w:multiLevelType w:val="hybridMultilevel"/>
    <w:tmpl w:val="554EE9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A6F8D"/>
    <w:multiLevelType w:val="hybridMultilevel"/>
    <w:tmpl w:val="A2DE98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05252"/>
    <w:multiLevelType w:val="hybridMultilevel"/>
    <w:tmpl w:val="32FA2E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1"/>
  </w:num>
  <w:num w:numId="16">
    <w:abstractNumId w:val="17"/>
  </w:num>
  <w:num w:numId="17">
    <w:abstractNumId w:val="20"/>
  </w:num>
  <w:num w:numId="18">
    <w:abstractNumId w:val="13"/>
  </w:num>
  <w:num w:numId="19">
    <w:abstractNumId w:val="12"/>
  </w:num>
  <w:num w:numId="20">
    <w:abstractNumId w:val="22"/>
  </w:num>
  <w:num w:numId="21">
    <w:abstractNumId w:val="23"/>
  </w:num>
  <w:num w:numId="22">
    <w:abstractNumId w:val="14"/>
  </w:num>
  <w:num w:numId="23">
    <w:abstractNumId w:val="25"/>
  </w:num>
  <w:num w:numId="24">
    <w:abstractNumId w:val="24"/>
  </w:num>
  <w:num w:numId="25">
    <w:abstractNumId w:val="18"/>
  </w:num>
  <w:num w:numId="26">
    <w:abstractNumId w:val="10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5"/>
  </w:num>
  <w:num w:numId="37">
    <w:abstractNumId w:val="13"/>
  </w:num>
  <w:num w:numId="38">
    <w:abstractNumId w:val="22"/>
  </w:num>
  <w:num w:numId="39">
    <w:abstractNumId w:val="13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nl-NL" w:vendorID="1" w:dllVersion="512" w:checkStyle="1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53B7B"/>
    <w:rsid w:val="00000845"/>
    <w:rsid w:val="0001225F"/>
    <w:rsid w:val="0003193B"/>
    <w:rsid w:val="00054C4C"/>
    <w:rsid w:val="00077714"/>
    <w:rsid w:val="00095EEA"/>
    <w:rsid w:val="000A12CB"/>
    <w:rsid w:val="000A6F90"/>
    <w:rsid w:val="000C62C4"/>
    <w:rsid w:val="000C77B2"/>
    <w:rsid w:val="000D4017"/>
    <w:rsid w:val="000D49F8"/>
    <w:rsid w:val="000D4D90"/>
    <w:rsid w:val="00136358"/>
    <w:rsid w:val="00145A20"/>
    <w:rsid w:val="00152A8D"/>
    <w:rsid w:val="00171E9C"/>
    <w:rsid w:val="00190A73"/>
    <w:rsid w:val="001A5208"/>
    <w:rsid w:val="001B2B88"/>
    <w:rsid w:val="001D45AB"/>
    <w:rsid w:val="001D7A53"/>
    <w:rsid w:val="001E62A2"/>
    <w:rsid w:val="001F1135"/>
    <w:rsid w:val="00216BFC"/>
    <w:rsid w:val="002231C0"/>
    <w:rsid w:val="002B1FA1"/>
    <w:rsid w:val="002C3665"/>
    <w:rsid w:val="002E4033"/>
    <w:rsid w:val="002F24B8"/>
    <w:rsid w:val="00300743"/>
    <w:rsid w:val="003207F6"/>
    <w:rsid w:val="00333D3F"/>
    <w:rsid w:val="00342AAA"/>
    <w:rsid w:val="003679FF"/>
    <w:rsid w:val="00375F65"/>
    <w:rsid w:val="003774C5"/>
    <w:rsid w:val="00381BEE"/>
    <w:rsid w:val="00391FCD"/>
    <w:rsid w:val="003B680E"/>
    <w:rsid w:val="003B693F"/>
    <w:rsid w:val="00412D86"/>
    <w:rsid w:val="00416DD8"/>
    <w:rsid w:val="00444F50"/>
    <w:rsid w:val="0046090B"/>
    <w:rsid w:val="00471529"/>
    <w:rsid w:val="0048274F"/>
    <w:rsid w:val="0048608A"/>
    <w:rsid w:val="00495C27"/>
    <w:rsid w:val="004D6C4F"/>
    <w:rsid w:val="004E0102"/>
    <w:rsid w:val="004F7480"/>
    <w:rsid w:val="005456C6"/>
    <w:rsid w:val="00552263"/>
    <w:rsid w:val="0056137D"/>
    <w:rsid w:val="00567F85"/>
    <w:rsid w:val="00581FB7"/>
    <w:rsid w:val="005D2A8C"/>
    <w:rsid w:val="005F4F68"/>
    <w:rsid w:val="00611D47"/>
    <w:rsid w:val="00611FEC"/>
    <w:rsid w:val="0061443B"/>
    <w:rsid w:val="006454B1"/>
    <w:rsid w:val="0064652C"/>
    <w:rsid w:val="00656E42"/>
    <w:rsid w:val="0066021B"/>
    <w:rsid w:val="006C7E00"/>
    <w:rsid w:val="006F5810"/>
    <w:rsid w:val="007037A4"/>
    <w:rsid w:val="00707F17"/>
    <w:rsid w:val="00730350"/>
    <w:rsid w:val="0073259D"/>
    <w:rsid w:val="007342FF"/>
    <w:rsid w:val="00753B7B"/>
    <w:rsid w:val="00754A87"/>
    <w:rsid w:val="007A5B07"/>
    <w:rsid w:val="007B00F8"/>
    <w:rsid w:val="007C4F7F"/>
    <w:rsid w:val="007F12AE"/>
    <w:rsid w:val="00802499"/>
    <w:rsid w:val="00863560"/>
    <w:rsid w:val="008906B9"/>
    <w:rsid w:val="008A05E0"/>
    <w:rsid w:val="008B7290"/>
    <w:rsid w:val="008F5B88"/>
    <w:rsid w:val="008F77ED"/>
    <w:rsid w:val="00905399"/>
    <w:rsid w:val="00925AD1"/>
    <w:rsid w:val="00931F65"/>
    <w:rsid w:val="009424D0"/>
    <w:rsid w:val="00952C32"/>
    <w:rsid w:val="00954196"/>
    <w:rsid w:val="00975E59"/>
    <w:rsid w:val="009912C1"/>
    <w:rsid w:val="009D38DA"/>
    <w:rsid w:val="00A14674"/>
    <w:rsid w:val="00A2193D"/>
    <w:rsid w:val="00A32B2C"/>
    <w:rsid w:val="00A564C2"/>
    <w:rsid w:val="00A64235"/>
    <w:rsid w:val="00A90E98"/>
    <w:rsid w:val="00A95679"/>
    <w:rsid w:val="00A96A82"/>
    <w:rsid w:val="00AF4813"/>
    <w:rsid w:val="00AF7C34"/>
    <w:rsid w:val="00B10EA6"/>
    <w:rsid w:val="00B36EF5"/>
    <w:rsid w:val="00B44814"/>
    <w:rsid w:val="00B45025"/>
    <w:rsid w:val="00B513A6"/>
    <w:rsid w:val="00B60B8D"/>
    <w:rsid w:val="00B744C4"/>
    <w:rsid w:val="00B87601"/>
    <w:rsid w:val="00BE1B7A"/>
    <w:rsid w:val="00C166FA"/>
    <w:rsid w:val="00C20469"/>
    <w:rsid w:val="00C50627"/>
    <w:rsid w:val="00C5644F"/>
    <w:rsid w:val="00C70D01"/>
    <w:rsid w:val="00C85F15"/>
    <w:rsid w:val="00CA37DD"/>
    <w:rsid w:val="00CC12F7"/>
    <w:rsid w:val="00CE3CA0"/>
    <w:rsid w:val="00CF0511"/>
    <w:rsid w:val="00D05F56"/>
    <w:rsid w:val="00D24CEF"/>
    <w:rsid w:val="00D25D47"/>
    <w:rsid w:val="00D2722C"/>
    <w:rsid w:val="00D57B56"/>
    <w:rsid w:val="00D623CF"/>
    <w:rsid w:val="00D73FFB"/>
    <w:rsid w:val="00D82573"/>
    <w:rsid w:val="00DD17E0"/>
    <w:rsid w:val="00E327E9"/>
    <w:rsid w:val="00E44330"/>
    <w:rsid w:val="00E805D5"/>
    <w:rsid w:val="00E8699F"/>
    <w:rsid w:val="00EB6621"/>
    <w:rsid w:val="00EB7E16"/>
    <w:rsid w:val="00ED1622"/>
    <w:rsid w:val="00EE12D2"/>
    <w:rsid w:val="00F27A21"/>
    <w:rsid w:val="00F42423"/>
    <w:rsid w:val="00F44D44"/>
    <w:rsid w:val="00F50EE4"/>
    <w:rsid w:val="00F84F2C"/>
    <w:rsid w:val="00F962C0"/>
    <w:rsid w:val="00FA115F"/>
    <w:rsid w:val="00FB3ED9"/>
    <w:rsid w:val="00FC3288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A31939"/>
  <w15:docId w15:val="{7DDE93F3-B461-4701-8215-62DF9174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54A87"/>
    <w:pPr>
      <w:spacing w:line="288" w:lineRule="auto"/>
    </w:pPr>
    <w:rPr>
      <w:rFonts w:ascii="Verdana" w:hAnsi="Verdana"/>
      <w:kern w:val="24"/>
      <w:sz w:val="16"/>
      <w:szCs w:val="16"/>
    </w:rPr>
  </w:style>
  <w:style w:type="paragraph" w:styleId="Kop1">
    <w:name w:val="heading 1"/>
    <w:basedOn w:val="Standaard"/>
    <w:next w:val="Standaard"/>
    <w:qFormat/>
    <w:rsid w:val="008906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8906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90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qFormat/>
    <w:rsid w:val="008906B9"/>
    <w:pPr>
      <w:keepNext/>
      <w:numPr>
        <w:ilvl w:val="3"/>
        <w:numId w:val="3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8906B9"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8906B9"/>
    <w:pPr>
      <w:numPr>
        <w:ilvl w:val="5"/>
        <w:numId w:val="3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8906B9"/>
    <w:pPr>
      <w:numPr>
        <w:ilvl w:val="6"/>
        <w:numId w:val="3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qFormat/>
    <w:rsid w:val="008906B9"/>
    <w:pPr>
      <w:numPr>
        <w:ilvl w:val="7"/>
        <w:numId w:val="3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qFormat/>
    <w:rsid w:val="008906B9"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06B9"/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semiHidden/>
    <w:rsid w:val="00342AA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342AAA"/>
    <w:pPr>
      <w:tabs>
        <w:tab w:val="center" w:pos="4536"/>
        <w:tab w:val="right" w:pos="9072"/>
      </w:tabs>
    </w:pPr>
  </w:style>
  <w:style w:type="numbering" w:styleId="111111">
    <w:name w:val="Outline List 2"/>
    <w:basedOn w:val="Geenlijst"/>
    <w:semiHidden/>
    <w:rsid w:val="00375F65"/>
    <w:pPr>
      <w:numPr>
        <w:numId w:val="1"/>
      </w:numPr>
    </w:pPr>
  </w:style>
  <w:style w:type="numbering" w:styleId="1ai">
    <w:name w:val="Outline List 1"/>
    <w:basedOn w:val="Geenlijst"/>
    <w:semiHidden/>
    <w:rsid w:val="00375F65"/>
    <w:pPr>
      <w:numPr>
        <w:numId w:val="2"/>
      </w:numPr>
    </w:pPr>
  </w:style>
  <w:style w:type="table" w:styleId="3D-effectenvoortabel1">
    <w:name w:val="Table 3D effects 1"/>
    <w:basedOn w:val="Standaardtabel"/>
    <w:semiHidden/>
    <w:rsid w:val="00375F65"/>
    <w:pPr>
      <w:spacing w:line="24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375F65"/>
    <w:pPr>
      <w:spacing w:line="24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375F65"/>
    <w:pPr>
      <w:spacing w:line="24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semiHidden/>
    <w:rsid w:val="00375F65"/>
  </w:style>
  <w:style w:type="paragraph" w:styleId="Adresenvelop">
    <w:name w:val="envelope address"/>
    <w:basedOn w:val="Standaard"/>
    <w:semiHidden/>
    <w:rsid w:val="00375F65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sluiting">
    <w:name w:val="Closing"/>
    <w:basedOn w:val="Standaard"/>
    <w:semiHidden/>
    <w:rsid w:val="00375F65"/>
    <w:pPr>
      <w:ind w:left="4252"/>
    </w:pPr>
  </w:style>
  <w:style w:type="paragraph" w:styleId="Afzender">
    <w:name w:val="envelope return"/>
    <w:basedOn w:val="Standaard"/>
    <w:semiHidden/>
    <w:rsid w:val="00375F65"/>
    <w:rPr>
      <w:rFonts w:ascii="Arial" w:hAnsi="Arial" w:cs="Arial"/>
      <w:sz w:val="20"/>
      <w:szCs w:val="20"/>
    </w:rPr>
  </w:style>
  <w:style w:type="numbering" w:styleId="Artikelsectie">
    <w:name w:val="Outline List 3"/>
    <w:basedOn w:val="Geenlijst"/>
    <w:semiHidden/>
    <w:rsid w:val="00375F65"/>
    <w:pPr>
      <w:numPr>
        <w:numId w:val="3"/>
      </w:numPr>
    </w:pPr>
  </w:style>
  <w:style w:type="paragraph" w:styleId="Berichtkop">
    <w:name w:val="Message Header"/>
    <w:basedOn w:val="Standaard"/>
    <w:semiHidden/>
    <w:rsid w:val="00375F6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Bloktekst">
    <w:name w:val="Block Text"/>
    <w:basedOn w:val="Standaard"/>
    <w:semiHidden/>
    <w:rsid w:val="00375F65"/>
    <w:pPr>
      <w:spacing w:after="120"/>
      <w:ind w:left="1440" w:right="1440"/>
    </w:pPr>
  </w:style>
  <w:style w:type="paragraph" w:styleId="Datum">
    <w:name w:val="Date"/>
    <w:basedOn w:val="Standaard"/>
    <w:next w:val="Standaard"/>
    <w:semiHidden/>
    <w:rsid w:val="00375F65"/>
  </w:style>
  <w:style w:type="table" w:styleId="Eenvoudigetabel1">
    <w:name w:val="Table Simple 1"/>
    <w:basedOn w:val="Standaardtabel"/>
    <w:semiHidden/>
    <w:rsid w:val="00375F65"/>
    <w:pPr>
      <w:spacing w:line="24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375F65"/>
    <w:pPr>
      <w:spacing w:line="24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375F65"/>
    <w:pPr>
      <w:spacing w:line="24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375F65"/>
    <w:pPr>
      <w:spacing w:line="24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semiHidden/>
    <w:rsid w:val="00375F65"/>
  </w:style>
  <w:style w:type="character" w:styleId="GevolgdeHyperlink">
    <w:name w:val="FollowedHyperlink"/>
    <w:basedOn w:val="Standaardalinea-lettertype"/>
    <w:semiHidden/>
    <w:rsid w:val="00375F65"/>
    <w:rPr>
      <w:color w:val="800080"/>
      <w:u w:val="single"/>
    </w:rPr>
  </w:style>
  <w:style w:type="paragraph" w:styleId="Handtekening">
    <w:name w:val="Signature"/>
    <w:basedOn w:val="Standaard"/>
    <w:semiHidden/>
    <w:rsid w:val="00375F65"/>
    <w:pPr>
      <w:ind w:left="4252"/>
    </w:pPr>
  </w:style>
  <w:style w:type="paragraph" w:styleId="HTML-voorafopgemaakt">
    <w:name w:val="HTML Preformatted"/>
    <w:basedOn w:val="Standaard"/>
    <w:semiHidden/>
    <w:rsid w:val="00375F65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Standaardalinea-lettertype"/>
    <w:semiHidden/>
    <w:rsid w:val="00375F6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375F65"/>
    <w:rPr>
      <w:i/>
      <w:iCs/>
    </w:rPr>
  </w:style>
  <w:style w:type="character" w:styleId="HTMLVariable">
    <w:name w:val="HTML Variable"/>
    <w:basedOn w:val="Standaardalinea-lettertype"/>
    <w:semiHidden/>
    <w:rsid w:val="00375F65"/>
    <w:rPr>
      <w:i/>
      <w:iCs/>
    </w:rPr>
  </w:style>
  <w:style w:type="character" w:styleId="HTML-acroniem">
    <w:name w:val="HTML Acronym"/>
    <w:basedOn w:val="Standaardalinea-lettertype"/>
    <w:semiHidden/>
    <w:rsid w:val="00375F65"/>
  </w:style>
  <w:style w:type="paragraph" w:styleId="HTML-adres">
    <w:name w:val="HTML Address"/>
    <w:basedOn w:val="Standaard"/>
    <w:semiHidden/>
    <w:rsid w:val="00375F65"/>
    <w:rPr>
      <w:i/>
      <w:iCs/>
    </w:rPr>
  </w:style>
  <w:style w:type="character" w:styleId="HTML-citaat">
    <w:name w:val="HTML Cite"/>
    <w:basedOn w:val="Standaardalinea-lettertype"/>
    <w:semiHidden/>
    <w:rsid w:val="00375F65"/>
    <w:rPr>
      <w:i/>
      <w:iCs/>
    </w:rPr>
  </w:style>
  <w:style w:type="character" w:styleId="HTML-schrijfmachine">
    <w:name w:val="HTML Typewriter"/>
    <w:basedOn w:val="Standaardalinea-lettertype"/>
    <w:semiHidden/>
    <w:rsid w:val="00375F65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375F65"/>
    <w:rPr>
      <w:rFonts w:ascii="Courier New" w:hAnsi="Courier New" w:cs="Courier New"/>
      <w:sz w:val="20"/>
      <w:szCs w:val="20"/>
    </w:rPr>
  </w:style>
  <w:style w:type="character" w:styleId="HTML-voorbeeld">
    <w:name w:val="HTML Sample"/>
    <w:basedOn w:val="Standaardalinea-lettertype"/>
    <w:semiHidden/>
    <w:rsid w:val="00375F65"/>
    <w:rPr>
      <w:rFonts w:ascii="Courier New" w:hAnsi="Courier New" w:cs="Courier New"/>
    </w:rPr>
  </w:style>
  <w:style w:type="character" w:styleId="Hyperlink">
    <w:name w:val="Hyperlink"/>
    <w:basedOn w:val="Standaardalinea-lettertype"/>
    <w:semiHidden/>
    <w:rsid w:val="00375F65"/>
    <w:rPr>
      <w:color w:val="0000FF"/>
      <w:u w:val="single"/>
    </w:rPr>
  </w:style>
  <w:style w:type="table" w:styleId="Klassieketabel1">
    <w:name w:val="Table Classic 1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375F65"/>
    <w:pPr>
      <w:spacing w:line="24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375F65"/>
    <w:pPr>
      <w:spacing w:line="24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375F65"/>
    <w:pPr>
      <w:spacing w:line="24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375F65"/>
    <w:pPr>
      <w:spacing w:line="24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Standaard"/>
    <w:semiHidden/>
    <w:rsid w:val="00375F65"/>
    <w:pPr>
      <w:ind w:left="283" w:hanging="283"/>
    </w:pPr>
  </w:style>
  <w:style w:type="paragraph" w:styleId="Lijst2">
    <w:name w:val="List 2"/>
    <w:basedOn w:val="Standaard"/>
    <w:semiHidden/>
    <w:rsid w:val="00375F65"/>
    <w:pPr>
      <w:ind w:left="566" w:hanging="283"/>
    </w:pPr>
  </w:style>
  <w:style w:type="paragraph" w:styleId="Lijst3">
    <w:name w:val="List 3"/>
    <w:basedOn w:val="Standaard"/>
    <w:semiHidden/>
    <w:rsid w:val="00375F65"/>
    <w:pPr>
      <w:ind w:left="849" w:hanging="283"/>
    </w:pPr>
  </w:style>
  <w:style w:type="paragraph" w:styleId="Lijst4">
    <w:name w:val="List 4"/>
    <w:basedOn w:val="Standaard"/>
    <w:semiHidden/>
    <w:rsid w:val="00375F65"/>
    <w:pPr>
      <w:ind w:left="1132" w:hanging="283"/>
    </w:pPr>
  </w:style>
  <w:style w:type="paragraph" w:styleId="Lijst5">
    <w:name w:val="List 5"/>
    <w:basedOn w:val="Standaard"/>
    <w:semiHidden/>
    <w:rsid w:val="00375F65"/>
    <w:pPr>
      <w:ind w:left="1415" w:hanging="283"/>
    </w:pPr>
  </w:style>
  <w:style w:type="paragraph" w:styleId="Lijstopsomteken">
    <w:name w:val="List Bullet"/>
    <w:basedOn w:val="Standaard"/>
    <w:semiHidden/>
    <w:rsid w:val="00375F65"/>
    <w:pPr>
      <w:numPr>
        <w:numId w:val="4"/>
      </w:numPr>
    </w:pPr>
  </w:style>
  <w:style w:type="paragraph" w:styleId="Lijstopsomteken2">
    <w:name w:val="List Bullet 2"/>
    <w:basedOn w:val="Standaard"/>
    <w:semiHidden/>
    <w:rsid w:val="00375F65"/>
    <w:pPr>
      <w:numPr>
        <w:numId w:val="5"/>
      </w:numPr>
    </w:pPr>
  </w:style>
  <w:style w:type="paragraph" w:styleId="Lijstopsomteken3">
    <w:name w:val="List Bullet 3"/>
    <w:basedOn w:val="Standaard"/>
    <w:semiHidden/>
    <w:rsid w:val="00375F65"/>
    <w:pPr>
      <w:numPr>
        <w:numId w:val="6"/>
      </w:numPr>
    </w:pPr>
  </w:style>
  <w:style w:type="paragraph" w:styleId="Lijstopsomteken4">
    <w:name w:val="List Bullet 4"/>
    <w:basedOn w:val="Standaard"/>
    <w:semiHidden/>
    <w:rsid w:val="00375F65"/>
    <w:pPr>
      <w:numPr>
        <w:numId w:val="7"/>
      </w:numPr>
    </w:pPr>
  </w:style>
  <w:style w:type="paragraph" w:styleId="Lijstopsomteken5">
    <w:name w:val="List Bullet 5"/>
    <w:basedOn w:val="Standaard"/>
    <w:semiHidden/>
    <w:rsid w:val="00375F65"/>
    <w:pPr>
      <w:numPr>
        <w:numId w:val="8"/>
      </w:numPr>
    </w:pPr>
  </w:style>
  <w:style w:type="paragraph" w:styleId="Lijstnummering">
    <w:name w:val="List Number"/>
    <w:basedOn w:val="Standaard"/>
    <w:semiHidden/>
    <w:rsid w:val="00375F65"/>
    <w:pPr>
      <w:numPr>
        <w:numId w:val="9"/>
      </w:numPr>
    </w:pPr>
  </w:style>
  <w:style w:type="paragraph" w:styleId="Lijstnummering2">
    <w:name w:val="List Number 2"/>
    <w:basedOn w:val="Standaard"/>
    <w:semiHidden/>
    <w:rsid w:val="00375F65"/>
    <w:pPr>
      <w:numPr>
        <w:numId w:val="10"/>
      </w:numPr>
    </w:pPr>
  </w:style>
  <w:style w:type="paragraph" w:styleId="Lijstnummering3">
    <w:name w:val="List Number 3"/>
    <w:basedOn w:val="Standaard"/>
    <w:semiHidden/>
    <w:rsid w:val="00375F65"/>
    <w:pPr>
      <w:numPr>
        <w:numId w:val="11"/>
      </w:numPr>
    </w:pPr>
  </w:style>
  <w:style w:type="paragraph" w:styleId="Lijstnummering4">
    <w:name w:val="List Number 4"/>
    <w:basedOn w:val="Standaard"/>
    <w:semiHidden/>
    <w:rsid w:val="00375F65"/>
    <w:pPr>
      <w:numPr>
        <w:numId w:val="12"/>
      </w:numPr>
    </w:pPr>
  </w:style>
  <w:style w:type="paragraph" w:styleId="Lijstnummering5">
    <w:name w:val="List Number 5"/>
    <w:basedOn w:val="Standaard"/>
    <w:semiHidden/>
    <w:rsid w:val="00375F65"/>
    <w:pPr>
      <w:numPr>
        <w:numId w:val="13"/>
      </w:numPr>
    </w:pPr>
  </w:style>
  <w:style w:type="paragraph" w:styleId="Lijstvoortzetting">
    <w:name w:val="List Continue"/>
    <w:basedOn w:val="Standaard"/>
    <w:semiHidden/>
    <w:rsid w:val="00375F65"/>
    <w:pPr>
      <w:spacing w:after="120"/>
      <w:ind w:left="283"/>
    </w:pPr>
  </w:style>
  <w:style w:type="paragraph" w:styleId="Lijstvoortzetting2">
    <w:name w:val="List Continue 2"/>
    <w:basedOn w:val="Standaard"/>
    <w:semiHidden/>
    <w:rsid w:val="00375F65"/>
    <w:pPr>
      <w:spacing w:after="120"/>
      <w:ind w:left="566"/>
    </w:pPr>
  </w:style>
  <w:style w:type="paragraph" w:styleId="Lijstvoortzetting3">
    <w:name w:val="List Continue 3"/>
    <w:basedOn w:val="Standaard"/>
    <w:semiHidden/>
    <w:rsid w:val="00375F65"/>
    <w:pPr>
      <w:spacing w:after="120"/>
      <w:ind w:left="849"/>
    </w:pPr>
  </w:style>
  <w:style w:type="paragraph" w:styleId="Lijstvoortzetting4">
    <w:name w:val="List Continue 4"/>
    <w:basedOn w:val="Standaard"/>
    <w:semiHidden/>
    <w:rsid w:val="00375F65"/>
    <w:pPr>
      <w:spacing w:after="120"/>
      <w:ind w:left="1132"/>
    </w:pPr>
  </w:style>
  <w:style w:type="paragraph" w:styleId="Lijstvoortzetting5">
    <w:name w:val="List Continue 5"/>
    <w:basedOn w:val="Standaard"/>
    <w:semiHidden/>
    <w:rsid w:val="00375F65"/>
    <w:pPr>
      <w:spacing w:after="120"/>
      <w:ind w:left="1415"/>
    </w:pPr>
  </w:style>
  <w:style w:type="character" w:styleId="Nadruk">
    <w:name w:val="Emphasis"/>
    <w:basedOn w:val="Standaardalinea-lettertype"/>
    <w:qFormat/>
    <w:rsid w:val="008906B9"/>
    <w:rPr>
      <w:i/>
      <w:iCs/>
    </w:rPr>
  </w:style>
  <w:style w:type="paragraph" w:styleId="Normaalweb">
    <w:name w:val="Normal (Web)"/>
    <w:basedOn w:val="Standaard"/>
    <w:uiPriority w:val="99"/>
    <w:semiHidden/>
    <w:rsid w:val="00375F65"/>
    <w:rPr>
      <w:rFonts w:ascii="Times New Roman" w:hAnsi="Times New Roman"/>
      <w:sz w:val="24"/>
      <w:szCs w:val="24"/>
    </w:rPr>
  </w:style>
  <w:style w:type="paragraph" w:styleId="Notitiekop">
    <w:name w:val="Note Heading"/>
    <w:basedOn w:val="Standaard"/>
    <w:next w:val="Standaard"/>
    <w:semiHidden/>
    <w:rsid w:val="00375F65"/>
  </w:style>
  <w:style w:type="character" w:styleId="Paginanummer">
    <w:name w:val="page number"/>
    <w:basedOn w:val="Standaardalinea-lettertype"/>
    <w:semiHidden/>
    <w:rsid w:val="00375F65"/>
  </w:style>
  <w:style w:type="paragraph" w:styleId="Plattetekst">
    <w:name w:val="Body Text"/>
    <w:basedOn w:val="Standaard"/>
    <w:semiHidden/>
    <w:rsid w:val="00375F65"/>
    <w:pPr>
      <w:spacing w:after="120"/>
    </w:pPr>
  </w:style>
  <w:style w:type="paragraph" w:styleId="Plattetekst2">
    <w:name w:val="Body Text 2"/>
    <w:basedOn w:val="Standaard"/>
    <w:semiHidden/>
    <w:rsid w:val="00375F65"/>
    <w:pPr>
      <w:spacing w:after="120" w:line="480" w:lineRule="auto"/>
    </w:pPr>
  </w:style>
  <w:style w:type="paragraph" w:styleId="Plattetekst3">
    <w:name w:val="Body Text 3"/>
    <w:basedOn w:val="Standaard"/>
    <w:semiHidden/>
    <w:rsid w:val="00375F65"/>
    <w:pPr>
      <w:spacing w:after="120"/>
    </w:pPr>
  </w:style>
  <w:style w:type="paragraph" w:styleId="Platteteksteersteinspringing">
    <w:name w:val="Body Text First Indent"/>
    <w:basedOn w:val="Plattetekst"/>
    <w:semiHidden/>
    <w:rsid w:val="00375F65"/>
    <w:pPr>
      <w:ind w:firstLine="210"/>
    </w:pPr>
  </w:style>
  <w:style w:type="paragraph" w:styleId="Plattetekstinspringen">
    <w:name w:val="Body Text Indent"/>
    <w:basedOn w:val="Standaard"/>
    <w:semiHidden/>
    <w:rsid w:val="00375F65"/>
    <w:pPr>
      <w:spacing w:after="120"/>
      <w:ind w:left="283"/>
    </w:pPr>
  </w:style>
  <w:style w:type="paragraph" w:styleId="Platteteksteersteinspringing2">
    <w:name w:val="Body Text First Indent 2"/>
    <w:basedOn w:val="Plattetekstinspringen"/>
    <w:semiHidden/>
    <w:rsid w:val="00375F65"/>
    <w:pPr>
      <w:ind w:firstLine="210"/>
    </w:pPr>
  </w:style>
  <w:style w:type="paragraph" w:styleId="Plattetekstinspringen2">
    <w:name w:val="Body Text Indent 2"/>
    <w:basedOn w:val="Standaard"/>
    <w:semiHidden/>
    <w:rsid w:val="00375F65"/>
    <w:pPr>
      <w:spacing w:after="120" w:line="480" w:lineRule="auto"/>
      <w:ind w:left="283"/>
    </w:pPr>
  </w:style>
  <w:style w:type="paragraph" w:styleId="Plattetekstinspringen3">
    <w:name w:val="Body Text Indent 3"/>
    <w:basedOn w:val="Standaard"/>
    <w:semiHidden/>
    <w:rsid w:val="00375F65"/>
    <w:pPr>
      <w:spacing w:after="120"/>
      <w:ind w:left="283"/>
    </w:pPr>
  </w:style>
  <w:style w:type="table" w:styleId="Professioneletabel">
    <w:name w:val="Table Professional"/>
    <w:basedOn w:val="Standaardtabel"/>
    <w:semiHidden/>
    <w:rsid w:val="00375F65"/>
    <w:pPr>
      <w:spacing w:line="24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semiHidden/>
    <w:rsid w:val="00375F65"/>
  </w:style>
  <w:style w:type="paragraph" w:styleId="Standaardinspringing">
    <w:name w:val="Normal Indent"/>
    <w:basedOn w:val="Standaard"/>
    <w:semiHidden/>
    <w:rsid w:val="00375F65"/>
    <w:pPr>
      <w:ind w:left="708"/>
    </w:pPr>
  </w:style>
  <w:style w:type="paragraph" w:styleId="Ondertitel">
    <w:name w:val="Subtitle"/>
    <w:basedOn w:val="Standaard"/>
    <w:qFormat/>
    <w:rsid w:val="008906B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kolommen1">
    <w:name w:val="Table Columns 1"/>
    <w:basedOn w:val="Standaardtabel"/>
    <w:semiHidden/>
    <w:rsid w:val="00375F65"/>
    <w:pPr>
      <w:spacing w:line="24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375F65"/>
    <w:pPr>
      <w:spacing w:line="24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375F65"/>
    <w:pPr>
      <w:spacing w:line="24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375F65"/>
    <w:pPr>
      <w:spacing w:line="24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375F65"/>
    <w:pPr>
      <w:spacing w:line="24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375F65"/>
    <w:pPr>
      <w:spacing w:line="24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375F65"/>
    <w:pPr>
      <w:spacing w:line="24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375F65"/>
    <w:pPr>
      <w:spacing w:line="24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375F65"/>
    <w:pPr>
      <w:spacing w:line="24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375F65"/>
    <w:pPr>
      <w:spacing w:line="24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375F65"/>
    <w:pPr>
      <w:spacing w:line="24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semiHidden/>
    <w:rsid w:val="00375F65"/>
    <w:pPr>
      <w:spacing w:line="24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375F65"/>
    <w:pPr>
      <w:spacing w:line="24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375F65"/>
    <w:pPr>
      <w:spacing w:line="24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375F65"/>
    <w:pPr>
      <w:spacing w:line="24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375F65"/>
    <w:pPr>
      <w:spacing w:line="24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375F65"/>
    <w:pPr>
      <w:spacing w:line="24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375F65"/>
    <w:pPr>
      <w:spacing w:line="24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375F65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link w:val="TekstzonderopmaakChar"/>
    <w:uiPriority w:val="99"/>
    <w:semiHidden/>
    <w:rsid w:val="00375F65"/>
    <w:rPr>
      <w:rFonts w:ascii="Courier New" w:hAnsi="Courier New" w:cs="Courier New"/>
      <w:sz w:val="20"/>
      <w:szCs w:val="20"/>
    </w:rPr>
  </w:style>
  <w:style w:type="paragraph" w:styleId="Titel">
    <w:name w:val="Title"/>
    <w:basedOn w:val="Standaard"/>
    <w:qFormat/>
    <w:rsid w:val="008906B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semiHidden/>
    <w:rsid w:val="00375F65"/>
    <w:pPr>
      <w:spacing w:line="24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375F65"/>
    <w:pPr>
      <w:spacing w:line="24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semiHidden/>
    <w:rsid w:val="00375F65"/>
    <w:pPr>
      <w:spacing w:line="24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375F65"/>
    <w:pPr>
      <w:spacing w:line="24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375F65"/>
    <w:pPr>
      <w:spacing w:line="24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qFormat/>
    <w:rsid w:val="008906B9"/>
    <w:rPr>
      <w:b/>
      <w:bCs/>
    </w:rPr>
  </w:style>
  <w:style w:type="paragraph" w:customStyle="1" w:styleId="Hoofdstuk">
    <w:name w:val="Hoofdstuk"/>
    <w:basedOn w:val="Standaard"/>
    <w:next w:val="Standaard"/>
    <w:rsid w:val="008906B9"/>
    <w:pPr>
      <w:keepNext/>
      <w:numPr>
        <w:numId w:val="35"/>
      </w:numPr>
      <w:spacing w:before="240" w:after="240"/>
    </w:pPr>
    <w:rPr>
      <w:sz w:val="28"/>
      <w:szCs w:val="28"/>
    </w:rPr>
  </w:style>
  <w:style w:type="paragraph" w:customStyle="1" w:styleId="Paragraaf">
    <w:name w:val="Paragraaf"/>
    <w:basedOn w:val="Standaard"/>
    <w:next w:val="Standaard"/>
    <w:rsid w:val="008906B9"/>
    <w:pPr>
      <w:keepNext/>
      <w:numPr>
        <w:ilvl w:val="1"/>
        <w:numId w:val="35"/>
      </w:numPr>
      <w:spacing w:after="240"/>
    </w:pPr>
    <w:rPr>
      <w:sz w:val="20"/>
    </w:rPr>
  </w:style>
  <w:style w:type="paragraph" w:customStyle="1" w:styleId="Subparagraaf">
    <w:name w:val="Subparagraaf"/>
    <w:basedOn w:val="Standaard"/>
    <w:next w:val="Standaard"/>
    <w:rsid w:val="008906B9"/>
    <w:pPr>
      <w:keepNext/>
      <w:numPr>
        <w:ilvl w:val="2"/>
        <w:numId w:val="35"/>
      </w:numPr>
      <w:spacing w:before="240"/>
    </w:pPr>
    <w:rPr>
      <w:b/>
    </w:rPr>
  </w:style>
  <w:style w:type="paragraph" w:customStyle="1" w:styleId="Opsomming">
    <w:name w:val="Opsomming"/>
    <w:basedOn w:val="Standaard"/>
    <w:rsid w:val="008906B9"/>
    <w:pPr>
      <w:numPr>
        <w:numId w:val="36"/>
      </w:numPr>
    </w:pPr>
  </w:style>
  <w:style w:type="table" w:customStyle="1" w:styleId="Tabelheader">
    <w:name w:val="Tabelheader"/>
    <w:basedOn w:val="Standaardtabel"/>
    <w:semiHidden/>
    <w:rsid w:val="00152A8D"/>
    <w:rPr>
      <w:rFonts w:ascii="Verdana" w:hAnsi="Verdana"/>
      <w:b/>
      <w:sz w:val="16"/>
    </w:rPr>
    <w:tblPr/>
  </w:style>
  <w:style w:type="paragraph" w:styleId="Bijschrift">
    <w:name w:val="caption"/>
    <w:basedOn w:val="Standaard"/>
    <w:next w:val="Standaard"/>
    <w:uiPriority w:val="35"/>
    <w:qFormat/>
    <w:rsid w:val="008906B9"/>
    <w:rPr>
      <w:bCs/>
      <w:szCs w:val="20"/>
    </w:rPr>
  </w:style>
  <w:style w:type="paragraph" w:styleId="Voetnoottekst">
    <w:name w:val="footnote text"/>
    <w:basedOn w:val="Standaard"/>
    <w:semiHidden/>
    <w:rsid w:val="001B2B88"/>
    <w:rPr>
      <w:szCs w:val="20"/>
    </w:rPr>
  </w:style>
  <w:style w:type="paragraph" w:customStyle="1" w:styleId="Hoofdstuktitel">
    <w:name w:val="Hoofdstuktitel"/>
    <w:basedOn w:val="Standaard"/>
    <w:next w:val="Standaard"/>
    <w:rsid w:val="008906B9"/>
    <w:pPr>
      <w:keepNext/>
      <w:spacing w:after="480"/>
      <w:jc w:val="both"/>
    </w:pPr>
    <w:rPr>
      <w:kern w:val="0"/>
      <w:sz w:val="28"/>
    </w:rPr>
  </w:style>
  <w:style w:type="paragraph" w:customStyle="1" w:styleId="Hoofdstukx">
    <w:name w:val="Hoofdstuk x"/>
    <w:basedOn w:val="Standaard"/>
    <w:next w:val="Hoofdstuktitel"/>
    <w:rsid w:val="008906B9"/>
    <w:pPr>
      <w:keepNext/>
      <w:numPr>
        <w:numId w:val="39"/>
      </w:numPr>
      <w:spacing w:after="240"/>
      <w:jc w:val="both"/>
    </w:pPr>
    <w:rPr>
      <w:kern w:val="0"/>
      <w:sz w:val="20"/>
      <w:szCs w:val="20"/>
    </w:rPr>
  </w:style>
  <w:style w:type="paragraph" w:customStyle="1" w:styleId="Paragraaftitel">
    <w:name w:val="Paragraaftitel"/>
    <w:basedOn w:val="Heading21"/>
    <w:next w:val="Standaard"/>
    <w:rsid w:val="008906B9"/>
    <w:pPr>
      <w:numPr>
        <w:ilvl w:val="0"/>
        <w:numId w:val="0"/>
      </w:numPr>
    </w:pPr>
  </w:style>
  <w:style w:type="paragraph" w:customStyle="1" w:styleId="subparagraaftitel">
    <w:name w:val="subparagraaftitel"/>
    <w:basedOn w:val="Standaard"/>
    <w:next w:val="Standaard"/>
    <w:rsid w:val="008906B9"/>
    <w:pPr>
      <w:keepNext/>
      <w:numPr>
        <w:ilvl w:val="2"/>
        <w:numId w:val="39"/>
      </w:numPr>
      <w:spacing w:before="240"/>
      <w:jc w:val="both"/>
    </w:pPr>
    <w:rPr>
      <w:b/>
      <w:kern w:val="0"/>
    </w:rPr>
  </w:style>
  <w:style w:type="paragraph" w:customStyle="1" w:styleId="Tussenkop">
    <w:name w:val="Tussenkop"/>
    <w:basedOn w:val="Standaard"/>
    <w:next w:val="Standaard"/>
    <w:rsid w:val="008906B9"/>
    <w:pPr>
      <w:keepNext/>
      <w:spacing w:before="240"/>
      <w:jc w:val="both"/>
    </w:pPr>
    <w:rPr>
      <w:b/>
      <w:kern w:val="0"/>
    </w:rPr>
  </w:style>
  <w:style w:type="paragraph" w:styleId="Lijstalinea">
    <w:name w:val="List Paragraph"/>
    <w:basedOn w:val="Standaard"/>
    <w:uiPriority w:val="34"/>
    <w:qFormat/>
    <w:rsid w:val="008906B9"/>
    <w:pPr>
      <w:ind w:left="720"/>
      <w:contextualSpacing/>
      <w:jc w:val="both"/>
    </w:pPr>
    <w:rPr>
      <w:kern w:val="0"/>
    </w:rPr>
  </w:style>
  <w:style w:type="paragraph" w:customStyle="1" w:styleId="Heading11">
    <w:name w:val="Heading 11"/>
    <w:basedOn w:val="Standaard"/>
    <w:next w:val="Standaard"/>
    <w:rsid w:val="003774C5"/>
    <w:pPr>
      <w:numPr>
        <w:numId w:val="48"/>
      </w:numPr>
      <w:spacing w:before="120" w:after="120" w:line="240" w:lineRule="atLeast"/>
      <w:ind w:left="431" w:hanging="431"/>
    </w:pPr>
    <w:rPr>
      <w:sz w:val="28"/>
      <w:szCs w:val="28"/>
    </w:rPr>
  </w:style>
  <w:style w:type="paragraph" w:customStyle="1" w:styleId="Heading21">
    <w:name w:val="Heading 21"/>
    <w:basedOn w:val="Standaard"/>
    <w:next w:val="Standaard"/>
    <w:rsid w:val="00754A87"/>
    <w:pPr>
      <w:numPr>
        <w:ilvl w:val="1"/>
        <w:numId w:val="48"/>
      </w:numPr>
      <w:spacing w:before="120" w:after="120" w:line="240" w:lineRule="atLeast"/>
      <w:ind w:left="578" w:hanging="578"/>
    </w:pPr>
    <w:rPr>
      <w:sz w:val="20"/>
      <w:szCs w:val="20"/>
    </w:rPr>
  </w:style>
  <w:style w:type="paragraph" w:customStyle="1" w:styleId="Heading31">
    <w:name w:val="Heading 31"/>
    <w:basedOn w:val="Standaard"/>
    <w:rsid w:val="008906B9"/>
    <w:pPr>
      <w:numPr>
        <w:ilvl w:val="2"/>
        <w:numId w:val="48"/>
      </w:numPr>
    </w:pPr>
    <w:rPr>
      <w:b/>
    </w:rPr>
  </w:style>
  <w:style w:type="paragraph" w:customStyle="1" w:styleId="Heading41">
    <w:name w:val="Heading 41"/>
    <w:basedOn w:val="Standaard"/>
    <w:rsid w:val="008906B9"/>
    <w:pPr>
      <w:numPr>
        <w:ilvl w:val="3"/>
        <w:numId w:val="48"/>
      </w:numPr>
    </w:pPr>
  </w:style>
  <w:style w:type="paragraph" w:customStyle="1" w:styleId="Heading51">
    <w:name w:val="Heading 51"/>
    <w:basedOn w:val="Standaard"/>
    <w:rsid w:val="008906B9"/>
    <w:pPr>
      <w:numPr>
        <w:ilvl w:val="4"/>
        <w:numId w:val="48"/>
      </w:numPr>
    </w:pPr>
  </w:style>
  <w:style w:type="paragraph" w:customStyle="1" w:styleId="Heading61">
    <w:name w:val="Heading 61"/>
    <w:basedOn w:val="Standaard"/>
    <w:rsid w:val="008906B9"/>
    <w:pPr>
      <w:numPr>
        <w:ilvl w:val="5"/>
        <w:numId w:val="48"/>
      </w:numPr>
    </w:pPr>
  </w:style>
  <w:style w:type="paragraph" w:customStyle="1" w:styleId="Heading71">
    <w:name w:val="Heading 71"/>
    <w:basedOn w:val="Standaard"/>
    <w:rsid w:val="008906B9"/>
    <w:pPr>
      <w:numPr>
        <w:ilvl w:val="6"/>
        <w:numId w:val="48"/>
      </w:numPr>
    </w:pPr>
  </w:style>
  <w:style w:type="paragraph" w:customStyle="1" w:styleId="Heading81">
    <w:name w:val="Heading 81"/>
    <w:basedOn w:val="Standaard"/>
    <w:rsid w:val="008906B9"/>
    <w:pPr>
      <w:numPr>
        <w:ilvl w:val="7"/>
        <w:numId w:val="48"/>
      </w:numPr>
    </w:pPr>
  </w:style>
  <w:style w:type="paragraph" w:customStyle="1" w:styleId="Heading91">
    <w:name w:val="Heading 91"/>
    <w:basedOn w:val="Standaard"/>
    <w:rsid w:val="008906B9"/>
    <w:pPr>
      <w:numPr>
        <w:ilvl w:val="8"/>
        <w:numId w:val="48"/>
      </w:numPr>
    </w:p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A12CB"/>
    <w:rPr>
      <w:rFonts w:ascii="Courier New" w:hAnsi="Courier New" w:cs="Courier New"/>
      <w:kern w:val="24"/>
    </w:rPr>
  </w:style>
  <w:style w:type="character" w:styleId="Verwijzingopmerking">
    <w:name w:val="annotation reference"/>
    <w:basedOn w:val="Standaardalinea-lettertype"/>
    <w:uiPriority w:val="99"/>
    <w:unhideWhenUsed/>
    <w:rsid w:val="008906B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906B9"/>
    <w:pPr>
      <w:spacing w:after="20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906B9"/>
    <w:rPr>
      <w:rFonts w:asciiTheme="minorHAnsi" w:eastAsiaTheme="minorHAnsi" w:hAnsiTheme="minorHAnsi" w:cstheme="minorBidi"/>
      <w:lang w:eastAsia="en-US"/>
    </w:rPr>
  </w:style>
  <w:style w:type="paragraph" w:styleId="Ballontekst">
    <w:name w:val="Balloon Text"/>
    <w:basedOn w:val="Standaard"/>
    <w:link w:val="BallontekstChar"/>
    <w:rsid w:val="00754A87"/>
    <w:pPr>
      <w:spacing w:line="240" w:lineRule="auto"/>
    </w:pPr>
    <w:rPr>
      <w:rFonts w:ascii="Tahoma" w:hAnsi="Tahoma" w:cs="Tahoma"/>
    </w:rPr>
  </w:style>
  <w:style w:type="character" w:customStyle="1" w:styleId="BallontekstChar">
    <w:name w:val="Ballontekst Char"/>
    <w:basedOn w:val="Standaardalinea-lettertype"/>
    <w:link w:val="Ballontekst"/>
    <w:rsid w:val="00754A87"/>
    <w:rPr>
      <w:rFonts w:ascii="Tahoma" w:hAnsi="Tahoma" w:cs="Tahoma"/>
      <w:kern w:val="24"/>
      <w:sz w:val="16"/>
      <w:szCs w:val="16"/>
    </w:rPr>
  </w:style>
  <w:style w:type="character" w:customStyle="1" w:styleId="VoettekstChar">
    <w:name w:val="Voettekst Char"/>
    <w:basedOn w:val="Standaardalinea-lettertype"/>
    <w:link w:val="Voettekst"/>
    <w:rsid w:val="00954196"/>
    <w:rPr>
      <w:rFonts w:ascii="Verdana" w:hAnsi="Verdana"/>
      <w:kern w:val="24"/>
      <w:sz w:val="16"/>
      <w:szCs w:val="1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96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kadaster/klic-win/issues" TargetMode="External"/><Relationship Id="rId13" Type="http://schemas.openxmlformats.org/officeDocument/2006/relationships/hyperlink" Target="https://github.com/Geonovum/imkl2015-review/blob/master/IMKL2.x/00.%20Consultatieversie/3a.%20IMKL-2.0cons-object-attributen-ExtraRegels.xlsx" TargetMode="External"/><Relationship Id="rId18" Type="http://schemas.openxmlformats.org/officeDocument/2006/relationships/hyperlink" Target="https://github.com/Geonovum/imkl2015-review/blob/master/IMKL2.x/00.%20Consultatieversie/5b.%20PMKL-Handreiking-visualisatie-changelog.xlsx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github.com/Geonovum/imkl2015-review/blob/master/IMKL2.x/00.%20Consultatieversie/6b.%20TotstandkomingIMKL2.x%20XSD.txt" TargetMode="External"/><Relationship Id="rId7" Type="http://schemas.openxmlformats.org/officeDocument/2006/relationships/hyperlink" Target="https://github.com/Geonovum/imkl2015-review/issues" TargetMode="External"/><Relationship Id="rId12" Type="http://schemas.openxmlformats.org/officeDocument/2006/relationships/hyperlink" Target="https://github.com/Geonovum/imkl2015-review/blob/master/IMKL2.x/00.%20Consultatieversie/2.%20IMKL-Objectcatalogus-2.0cons.docx" TargetMode="External"/><Relationship Id="rId17" Type="http://schemas.openxmlformats.org/officeDocument/2006/relationships/hyperlink" Target="https://github.com/Geonovum/imkl2015-review/blob/master/IMKL2.x/00.%20Consultatieversie/5a.%20PMKL-Handreiking-visualisatie-2.0cons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github.com/Geonovum/imkl2015-review/blob/master/IMKL2.x/00.%20Consultatieversie/4b.%20IMKL-Waardelijsten-changelog.xlsx" TargetMode="External"/><Relationship Id="rId20" Type="http://schemas.openxmlformats.org/officeDocument/2006/relationships/hyperlink" Target="https://github.com/Geonovum/imkl2015-review/blob/master/IMKL2.x/00.%20Consultatieversie/6a.%20imkl-wibon2.0cons20200706.xsd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Geonovum/imkl2015-review/blob/master/IMKL2.x/00.%20Consultatieversie/1c.%20IMKL-UML-XSD-Objectcatalogus-changelog.xlsx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github.com/Geonovum/imkl2015-review/blob/master/IMKL2.x/00.%20Consultatieversie/4a.%20IMKL-2.0cons-Waardelijsten.xlsx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github.com/Geonovum/imkl2015-review/blob/master/IMKL2.x/00.%20Consultatieversie/1b.%20IMKL-Dataspecificatie-changelog.xlsx" TargetMode="External"/><Relationship Id="rId19" Type="http://schemas.openxmlformats.org/officeDocument/2006/relationships/hyperlink" Target="https://github.com/Geonovum/imkl2015-review/tree/master/IMKL2.x/5.%20visualisatie/symbolo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Geonovum/imkl2015-review/blob/master/IMKL2.x/00.%20Consultatieversie/1a.%20IMKL-Dataspecificatie-2.0cons.pdf" TargetMode="External"/><Relationship Id="rId14" Type="http://schemas.openxmlformats.org/officeDocument/2006/relationships/hyperlink" Target="https://github.com/Geonovum/imkl2015-review/blob/master/IMKL2.x/00.%20Consultatieversie/3b.%20ExtraRegels-changelog.xlsx" TargetMode="External"/><Relationship Id="rId22" Type="http://schemas.openxmlformats.org/officeDocument/2006/relationships/hyperlink" Target="https://github.com/Geonovum/imkl2015-review/blob/master/IMKL2.x/00.%20Consultatieversie/7.%20BMKL%202.1%20-%20specificaties%20van%20wijzigingen%20(03-07-2020).xlsx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janssen\Documents\GitHub\imkl2015-review\IMKL2.x\0.%20ConceptversievoorTCS\versie16-6-2020\0%20Memo%20bij%20versie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 Memo bij versie.dotx</Template>
  <TotalTime>104</TotalTime>
  <Pages>1</Pages>
  <Words>601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ruudblom.nl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Janssen</dc:creator>
  <cp:lastModifiedBy>Paul Janssen</cp:lastModifiedBy>
  <cp:revision>11</cp:revision>
  <cp:lastPrinted>2012-03-19T10:34:00Z</cp:lastPrinted>
  <dcterms:created xsi:type="dcterms:W3CDTF">2020-06-16T15:04:00Z</dcterms:created>
  <dcterms:modified xsi:type="dcterms:W3CDTF">2020-07-10T07:26:00Z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rattentievan">
    <vt:lpwstr>@Terattentievan@</vt:lpwstr>
  </property>
</Properties>
</file>